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4E00" w:rsidRPr="00E823B0" w:rsidRDefault="00184E00" w:rsidP="00184E00">
      <w:pPr>
        <w:spacing w:line="276" w:lineRule="auto"/>
        <w:rPr>
          <w:rFonts w:ascii="RB Rational Neue SemiBold" w:hAnsi="RB Rational Neue SemiBold" w:cs="Open Sans"/>
          <w:b/>
          <w:bCs/>
          <w:color w:val="000000" w:themeColor="text1"/>
          <w:sz w:val="24"/>
          <w:szCs w:val="24"/>
        </w:rPr>
      </w:pPr>
      <w:r w:rsidRPr="00E823B0">
        <w:rPr>
          <w:rFonts w:ascii="RB Rational Neue SemiBold" w:hAnsi="RB Rational Neue SemiBold" w:cs="Open Sans"/>
          <w:b/>
          <w:bCs/>
          <w:color w:val="000000" w:themeColor="text1"/>
          <w:sz w:val="24"/>
          <w:szCs w:val="24"/>
        </w:rPr>
        <w:t>Biografie</w:t>
      </w:r>
    </w:p>
    <w:p w:rsidR="00184E00" w:rsidRPr="00E823B0" w:rsidRDefault="00FA1CC4" w:rsidP="00184E00">
      <w:pPr>
        <w:tabs>
          <w:tab w:val="left" w:pos="3969"/>
          <w:tab w:val="left" w:pos="4536"/>
        </w:tabs>
        <w:spacing w:line="276" w:lineRule="auto"/>
        <w:rPr>
          <w:rFonts w:ascii="RB Vitruv Display" w:hAnsi="RB Vitruv Display" w:cs="Open Sans"/>
          <w:color w:val="000000" w:themeColor="text1"/>
          <w:sz w:val="28"/>
          <w:szCs w:val="28"/>
        </w:rPr>
      </w:pPr>
      <w:r w:rsidRPr="00E823B0">
        <w:rPr>
          <w:rFonts w:ascii="RB Vitruv Display" w:hAnsi="RB Vitruv Display" w:cs="Open Sans"/>
          <w:b/>
          <w:bCs/>
          <w:color w:val="000000" w:themeColor="text1"/>
          <w:sz w:val="48"/>
          <w:szCs w:val="48"/>
        </w:rPr>
        <w:t>Ringmasters</w:t>
      </w:r>
      <w:r w:rsidR="00184E00" w:rsidRPr="00E823B0">
        <w:rPr>
          <w:rFonts w:ascii="RB Rational Neue Light" w:hAnsi="RB Rational Neue Light" w:cs="Open Sans"/>
          <w:color w:val="000000" w:themeColor="text1"/>
          <w:sz w:val="18"/>
          <w:szCs w:val="18"/>
        </w:rPr>
        <w:br/>
      </w:r>
    </w:p>
    <w:p w:rsidR="00685FAA" w:rsidRDefault="00685FAA" w:rsidP="00685FAA">
      <w:pPr>
        <w:tabs>
          <w:tab w:val="left" w:pos="3969"/>
          <w:tab w:val="left" w:pos="4536"/>
        </w:tabs>
        <w:spacing w:line="276" w:lineRule="auto"/>
        <w:rPr>
          <w:rFonts w:ascii="RB Rational Neue Light" w:hAnsi="RB Rational Neue Light" w:cs="Open Sans"/>
          <w:color w:val="000000" w:themeColor="text1"/>
          <w:sz w:val="18"/>
          <w:szCs w:val="18"/>
        </w:rPr>
      </w:pPr>
      <w:r w:rsidRPr="00E823B0">
        <w:rPr>
          <w:rFonts w:ascii="RB Rational Neue Light" w:hAnsi="RB Rational Neue Light" w:cs="Open Sans"/>
          <w:color w:val="000000" w:themeColor="text1"/>
          <w:sz w:val="18"/>
          <w:szCs w:val="18"/>
        </w:rPr>
        <w:t>D</w:t>
      </w:r>
      <w:r w:rsidRPr="00685FAA">
        <w:rPr>
          <w:rFonts w:ascii="RB Rational Neue Light" w:hAnsi="RB Rational Neue Light" w:cs="Open Sans"/>
          <w:color w:val="000000" w:themeColor="text1"/>
          <w:sz w:val="18"/>
          <w:szCs w:val="18"/>
        </w:rPr>
        <w:t>ie Ringmasters, die 2012 zum Barbershop-Weltmeister gekürt wurden, verbinden atemberaubende A-cappella-Virtuosität mit der mitreißenden Energie der Popmusik. Ihre elektrisierenden Auftritte führen Sie von Barbershop-Klassikern über schwedische Chormusik</w:t>
      </w:r>
      <w:r w:rsidRPr="00E823B0">
        <w:rPr>
          <w:rFonts w:ascii="RB Rational Neue Light" w:hAnsi="RB Rational Neue Light" w:cs="Open Sans"/>
          <w:color w:val="000000" w:themeColor="text1"/>
          <w:sz w:val="18"/>
          <w:szCs w:val="18"/>
        </w:rPr>
        <w:t xml:space="preserve"> und</w:t>
      </w:r>
      <w:r w:rsidRPr="00685FAA">
        <w:rPr>
          <w:rFonts w:ascii="RB Rational Neue Light" w:hAnsi="RB Rational Neue Light" w:cs="Open Sans"/>
          <w:color w:val="000000" w:themeColor="text1"/>
          <w:sz w:val="18"/>
          <w:szCs w:val="18"/>
        </w:rPr>
        <w:t xml:space="preserve"> Simon &amp; Garfunkel bis hin zu den Beatles, Elvis Presley und darüber hinaus. Ihre vier Alben und zahlreiche Videos zeigen die Bandbreite ihres Repertoires und ihre schiere Stimmgewalt.</w:t>
      </w:r>
      <w:r w:rsidRPr="00685FAA">
        <w:rPr>
          <w:rFonts w:ascii="RB Rational Neue Light" w:hAnsi="RB Rational Neue Light" w:cs="Open Sans"/>
          <w:color w:val="000000" w:themeColor="text1"/>
          <w:sz w:val="18"/>
          <w:szCs w:val="18"/>
        </w:rPr>
        <w:br/>
      </w:r>
      <w:r w:rsidRPr="00685FAA">
        <w:rPr>
          <w:rFonts w:ascii="RB Rational Neue Light" w:hAnsi="RB Rational Neue Light" w:cs="Open Sans"/>
          <w:color w:val="000000" w:themeColor="text1"/>
          <w:sz w:val="18"/>
          <w:szCs w:val="18"/>
        </w:rPr>
        <w:br/>
      </w:r>
      <w:r w:rsidR="00A5450A">
        <w:rPr>
          <w:rFonts w:ascii="RB Rational Neue Light" w:hAnsi="RB Rational Neue Light" w:cs="Open Sans"/>
          <w:color w:val="000000" w:themeColor="text1"/>
          <w:sz w:val="18"/>
          <w:szCs w:val="18"/>
        </w:rPr>
        <w:t xml:space="preserve">Die </w:t>
      </w:r>
      <w:r w:rsidRPr="00685FAA">
        <w:rPr>
          <w:rFonts w:ascii="RB Rational Neue Light" w:hAnsi="RB Rational Neue Light" w:cs="Open Sans"/>
          <w:color w:val="000000" w:themeColor="text1"/>
          <w:sz w:val="18"/>
          <w:szCs w:val="18"/>
        </w:rPr>
        <w:t xml:space="preserve">Ringmasters sind aus der reichen Chortradition Schwedens hervorgegangen. Alle vier Mitglieder besuchten die renommierte Adolf-Fredrik-Musikschule in Schweden, bevor sie ganz natürlich zum Musikgymnasium Stockholm wechselten. Neben ihren Auftritten mit </w:t>
      </w:r>
      <w:r w:rsidR="00A5450A">
        <w:rPr>
          <w:rFonts w:ascii="RB Rational Neue Light" w:hAnsi="RB Rational Neue Light" w:cs="Open Sans"/>
          <w:color w:val="000000" w:themeColor="text1"/>
          <w:sz w:val="18"/>
          <w:szCs w:val="18"/>
        </w:rPr>
        <w:t xml:space="preserve">den </w:t>
      </w:r>
      <w:r w:rsidRPr="00685FAA">
        <w:rPr>
          <w:rFonts w:ascii="RB Rational Neue Light" w:hAnsi="RB Rational Neue Light" w:cs="Open Sans"/>
          <w:color w:val="000000" w:themeColor="text1"/>
          <w:sz w:val="18"/>
          <w:szCs w:val="18"/>
        </w:rPr>
        <w:t>Ringmasters singen alle vier weiterhin in mindestens einem weiteren Spitzenchor oder leiten diesen.</w:t>
      </w:r>
      <w:r w:rsidRPr="00685FAA">
        <w:rPr>
          <w:rFonts w:ascii="RB Rational Neue Light" w:hAnsi="RB Rational Neue Light" w:cs="Open Sans"/>
          <w:color w:val="000000" w:themeColor="text1"/>
          <w:sz w:val="18"/>
          <w:szCs w:val="18"/>
        </w:rPr>
        <w:br/>
      </w:r>
      <w:r w:rsidRPr="00685FAA">
        <w:rPr>
          <w:rFonts w:ascii="RB Rational Neue Light" w:hAnsi="RB Rational Neue Light" w:cs="Open Sans"/>
          <w:color w:val="000000" w:themeColor="text1"/>
          <w:sz w:val="18"/>
          <w:szCs w:val="18"/>
        </w:rPr>
        <w:br/>
        <w:t xml:space="preserve">Nachdem sie durch eine </w:t>
      </w:r>
      <w:r w:rsidR="005F16BA">
        <w:rPr>
          <w:rFonts w:ascii="RB Rational Neue Light" w:hAnsi="RB Rational Neue Light" w:cs="Open Sans"/>
          <w:color w:val="000000" w:themeColor="text1"/>
          <w:sz w:val="18"/>
          <w:szCs w:val="18"/>
        </w:rPr>
        <w:t>Episode der Fernsehserie</w:t>
      </w:r>
      <w:r w:rsidRPr="00E823B0">
        <w:rPr>
          <w:rFonts w:ascii="RB Rational Neue Light" w:hAnsi="RB Rational Neue Light" w:cs="Open Sans"/>
          <w:color w:val="000000" w:themeColor="text1"/>
          <w:sz w:val="18"/>
          <w:szCs w:val="18"/>
        </w:rPr>
        <w:t xml:space="preserve"> </w:t>
      </w:r>
      <w:r w:rsidRPr="00E823B0">
        <w:rPr>
          <w:rFonts w:ascii="RB Rational Neue Light" w:hAnsi="RB Rational Neue Light" w:cs="Open Sans"/>
          <w:i/>
          <w:iCs/>
          <w:color w:val="000000" w:themeColor="text1"/>
          <w:sz w:val="18"/>
          <w:szCs w:val="18"/>
        </w:rPr>
        <w:t>Die</w:t>
      </w:r>
      <w:r w:rsidRPr="00685FAA">
        <w:rPr>
          <w:rFonts w:ascii="RB Rational Neue Light" w:hAnsi="RB Rational Neue Light" w:cs="Open Sans"/>
          <w:i/>
          <w:iCs/>
          <w:color w:val="000000" w:themeColor="text1"/>
          <w:sz w:val="18"/>
          <w:szCs w:val="18"/>
        </w:rPr>
        <w:t xml:space="preserve"> Simpsons</w:t>
      </w:r>
      <w:r w:rsidRPr="00685FAA">
        <w:rPr>
          <w:rFonts w:ascii="RB Rational Neue Light" w:hAnsi="RB Rational Neue Light" w:cs="Open Sans"/>
          <w:color w:val="000000" w:themeColor="text1"/>
          <w:sz w:val="18"/>
          <w:szCs w:val="18"/>
        </w:rPr>
        <w:t xml:space="preserve"> auf die </w:t>
      </w:r>
      <w:r w:rsidR="005F16BA">
        <w:rPr>
          <w:rFonts w:ascii="RB Rational Neue Light" w:hAnsi="RB Rational Neue Light" w:cs="Open Sans"/>
          <w:color w:val="000000" w:themeColor="text1"/>
          <w:sz w:val="18"/>
          <w:szCs w:val="18"/>
        </w:rPr>
        <w:t xml:space="preserve">Musikrichtung </w:t>
      </w:r>
      <w:r w:rsidRPr="00685FAA">
        <w:rPr>
          <w:rFonts w:ascii="RB Rational Neue Light" w:hAnsi="RB Rational Neue Light" w:cs="Open Sans"/>
          <w:color w:val="000000" w:themeColor="text1"/>
          <w:sz w:val="18"/>
          <w:szCs w:val="18"/>
        </w:rPr>
        <w:t>Barbershop</w:t>
      </w:r>
      <w:r w:rsidR="005F16BA">
        <w:rPr>
          <w:rFonts w:ascii="RB Rational Neue Light" w:hAnsi="RB Rational Neue Light" w:cs="Open Sans"/>
          <w:color w:val="000000" w:themeColor="text1"/>
          <w:sz w:val="18"/>
          <w:szCs w:val="18"/>
        </w:rPr>
        <w:t xml:space="preserve"> aufmerksam wurden</w:t>
      </w:r>
      <w:r w:rsidRPr="00685FAA">
        <w:rPr>
          <w:rFonts w:ascii="RB Rational Neue Light" w:hAnsi="RB Rational Neue Light" w:cs="Open Sans"/>
          <w:color w:val="000000" w:themeColor="text1"/>
          <w:sz w:val="18"/>
          <w:szCs w:val="18"/>
        </w:rPr>
        <w:t>, erkannten sie</w:t>
      </w:r>
      <w:r w:rsidR="00A5450A">
        <w:rPr>
          <w:rFonts w:ascii="RB Rational Neue Light" w:hAnsi="RB Rational Neue Light" w:cs="Open Sans"/>
          <w:color w:val="000000" w:themeColor="text1"/>
          <w:sz w:val="18"/>
          <w:szCs w:val="18"/>
        </w:rPr>
        <w:t xml:space="preserve"> </w:t>
      </w:r>
      <w:r w:rsidR="005F16BA">
        <w:rPr>
          <w:rFonts w:ascii="RB Rational Neue Light" w:hAnsi="RB Rational Neue Light" w:cs="Open Sans"/>
          <w:color w:val="000000" w:themeColor="text1"/>
          <w:sz w:val="18"/>
          <w:szCs w:val="18"/>
        </w:rPr>
        <w:t xml:space="preserve">genau </w:t>
      </w:r>
      <w:r w:rsidR="00A5450A">
        <w:rPr>
          <w:rFonts w:ascii="RB Rational Neue Light" w:hAnsi="RB Rational Neue Light" w:cs="Open Sans"/>
          <w:color w:val="000000" w:themeColor="text1"/>
          <w:sz w:val="18"/>
          <w:szCs w:val="18"/>
        </w:rPr>
        <w:t xml:space="preserve">darin </w:t>
      </w:r>
      <w:r w:rsidR="005F16BA">
        <w:rPr>
          <w:rFonts w:ascii="RB Rational Neue Light" w:hAnsi="RB Rational Neue Light" w:cs="Open Sans"/>
          <w:color w:val="000000" w:themeColor="text1"/>
          <w:sz w:val="18"/>
          <w:szCs w:val="18"/>
        </w:rPr>
        <w:t>das Potenzial</w:t>
      </w:r>
      <w:r w:rsidRPr="00685FAA">
        <w:rPr>
          <w:rFonts w:ascii="RB Rational Neue Light" w:hAnsi="RB Rational Neue Light" w:cs="Open Sans"/>
          <w:color w:val="000000" w:themeColor="text1"/>
          <w:sz w:val="18"/>
          <w:szCs w:val="18"/>
        </w:rPr>
        <w:t xml:space="preserve">, </w:t>
      </w:r>
      <w:r w:rsidR="005F16BA">
        <w:rPr>
          <w:rFonts w:ascii="RB Rational Neue Light" w:hAnsi="RB Rational Neue Light" w:cs="Open Sans"/>
          <w:color w:val="000000" w:themeColor="text1"/>
          <w:sz w:val="18"/>
          <w:szCs w:val="18"/>
        </w:rPr>
        <w:t>die Bühnen der Welt zu erobern – was sie auch ohne große Umwege in die Tat umsetzten.</w:t>
      </w:r>
      <w:r w:rsidRPr="00685FAA">
        <w:rPr>
          <w:rFonts w:ascii="RB Rational Neue Light" w:hAnsi="RB Rational Neue Light" w:cs="Open Sans"/>
          <w:color w:val="000000" w:themeColor="text1"/>
          <w:sz w:val="18"/>
          <w:szCs w:val="18"/>
        </w:rPr>
        <w:t xml:space="preserve"> Unter der Leitung der Barbershop-Legende Doug Harrington gewannen sie 2008 den International Collegiate Contest in Nashville, nachdem sie kaum zwei Jahre als Gruppe zusammen waren. 2009 nahmen sie erstmals an den Weltmeisterschaften der Barbershop </w:t>
      </w:r>
      <w:proofErr w:type="spellStart"/>
      <w:r w:rsidRPr="00685FAA">
        <w:rPr>
          <w:rFonts w:ascii="RB Rational Neue Light" w:hAnsi="RB Rational Neue Light" w:cs="Open Sans"/>
          <w:color w:val="000000" w:themeColor="text1"/>
          <w:sz w:val="18"/>
          <w:szCs w:val="18"/>
        </w:rPr>
        <w:t>Harmony</w:t>
      </w:r>
      <w:proofErr w:type="spellEnd"/>
      <w:r w:rsidRPr="00685FAA">
        <w:rPr>
          <w:rFonts w:ascii="RB Rational Neue Light" w:hAnsi="RB Rational Neue Light" w:cs="Open Sans"/>
          <w:color w:val="000000" w:themeColor="text1"/>
          <w:sz w:val="18"/>
          <w:szCs w:val="18"/>
        </w:rPr>
        <w:t xml:space="preserve"> Society teil und schrieben 2012 Geschichte als erstes nicht-amerikanisches Quartett, das die Goldmedaille gewann.</w:t>
      </w:r>
    </w:p>
    <w:p w:rsidR="005F16BA" w:rsidRPr="00685FAA" w:rsidRDefault="005F16BA" w:rsidP="00685FAA">
      <w:pPr>
        <w:tabs>
          <w:tab w:val="left" w:pos="3969"/>
          <w:tab w:val="left" w:pos="4536"/>
        </w:tabs>
        <w:spacing w:line="276" w:lineRule="auto"/>
        <w:rPr>
          <w:rFonts w:ascii="RB Rational Neue Light" w:hAnsi="RB Rational Neue Light" w:cs="Open Sans"/>
          <w:color w:val="000000" w:themeColor="text1"/>
          <w:sz w:val="18"/>
          <w:szCs w:val="18"/>
        </w:rPr>
      </w:pPr>
    </w:p>
    <w:p w:rsidR="00685FAA" w:rsidRPr="00685FAA" w:rsidRDefault="00685FAA" w:rsidP="00685FAA">
      <w:pPr>
        <w:tabs>
          <w:tab w:val="left" w:pos="3969"/>
          <w:tab w:val="left" w:pos="4536"/>
        </w:tabs>
        <w:spacing w:line="276" w:lineRule="auto"/>
        <w:rPr>
          <w:rFonts w:ascii="RB Rational Neue Light" w:hAnsi="RB Rational Neue Light" w:cs="Open Sans"/>
          <w:color w:val="000000" w:themeColor="text1"/>
          <w:sz w:val="18"/>
          <w:szCs w:val="18"/>
        </w:rPr>
      </w:pPr>
      <w:r w:rsidRPr="00685FAA">
        <w:rPr>
          <w:rFonts w:ascii="RB Rational Neue Light" w:hAnsi="RB Rational Neue Light" w:cs="Open Sans"/>
          <w:color w:val="000000" w:themeColor="text1"/>
          <w:sz w:val="18"/>
          <w:szCs w:val="18"/>
        </w:rPr>
        <w:t>Zwischen ihren Medaillengewinnen verfeinerten die vier Sänger ihr Handwerk als Musiker auf Kreuzfahrten in der Karibik und später im Mittelmeer und im Indischen Ozean. Da sie Nacht für Nacht Shows entwickeln und aufführen mussten, lernten sie, wie man eine Bühne beherrscht, egal wie lange sie am Abend zuvor in der Bar geblieben waren.</w:t>
      </w:r>
      <w:r w:rsidRPr="00685FAA">
        <w:rPr>
          <w:rFonts w:ascii="RB Rational Neue Light" w:hAnsi="RB Rational Neue Light" w:cs="Open Sans"/>
          <w:color w:val="000000" w:themeColor="text1"/>
          <w:sz w:val="18"/>
          <w:szCs w:val="18"/>
        </w:rPr>
        <w:br/>
      </w:r>
      <w:r w:rsidRPr="00685FAA">
        <w:rPr>
          <w:rFonts w:ascii="RB Rational Neue Light" w:hAnsi="RB Rational Neue Light" w:cs="Open Sans"/>
          <w:color w:val="000000" w:themeColor="text1"/>
          <w:sz w:val="18"/>
          <w:szCs w:val="18"/>
        </w:rPr>
        <w:br/>
        <w:t xml:space="preserve">Ihr Weltmeistertitel führte zu großen Tourneen in den USA, wo </w:t>
      </w:r>
      <w:r w:rsidR="00A5450A">
        <w:rPr>
          <w:rFonts w:ascii="RB Rational Neue Light" w:hAnsi="RB Rational Neue Light" w:cs="Open Sans"/>
          <w:color w:val="000000" w:themeColor="text1"/>
          <w:sz w:val="18"/>
          <w:szCs w:val="18"/>
        </w:rPr>
        <w:t xml:space="preserve">sie mit der </w:t>
      </w:r>
      <w:r w:rsidRPr="00685FAA">
        <w:rPr>
          <w:rFonts w:ascii="RB Rational Neue Light" w:hAnsi="RB Rational Neue Light" w:cs="Open Sans"/>
          <w:color w:val="000000" w:themeColor="text1"/>
          <w:sz w:val="18"/>
          <w:szCs w:val="18"/>
        </w:rPr>
        <w:t>herausragende</w:t>
      </w:r>
      <w:r w:rsidR="00A5450A">
        <w:rPr>
          <w:rFonts w:ascii="RB Rational Neue Light" w:hAnsi="RB Rational Neue Light" w:cs="Open Sans"/>
          <w:color w:val="000000" w:themeColor="text1"/>
          <w:sz w:val="18"/>
          <w:szCs w:val="18"/>
        </w:rPr>
        <w:t>n</w:t>
      </w:r>
      <w:r w:rsidRPr="00685FAA">
        <w:rPr>
          <w:rFonts w:ascii="RB Rational Neue Light" w:hAnsi="RB Rational Neue Light" w:cs="Open Sans"/>
          <w:color w:val="000000" w:themeColor="text1"/>
          <w:sz w:val="18"/>
          <w:szCs w:val="18"/>
        </w:rPr>
        <w:t xml:space="preserve"> Darbietung </w:t>
      </w:r>
      <w:r w:rsidR="00A5450A">
        <w:rPr>
          <w:rFonts w:ascii="RB Rational Neue Light" w:hAnsi="RB Rational Neue Light" w:cs="Open Sans"/>
          <w:color w:val="000000" w:themeColor="text1"/>
          <w:sz w:val="18"/>
          <w:szCs w:val="18"/>
        </w:rPr>
        <w:t xml:space="preserve">ihrer Paradestücke wie </w:t>
      </w:r>
      <w:r w:rsidRPr="00685FAA">
        <w:rPr>
          <w:rFonts w:ascii="RB Rational Neue Light" w:hAnsi="RB Rational Neue Light" w:cs="Open Sans"/>
          <w:color w:val="000000" w:themeColor="text1"/>
          <w:sz w:val="18"/>
          <w:szCs w:val="18"/>
        </w:rPr>
        <w:t xml:space="preserve">dem </w:t>
      </w:r>
      <w:r w:rsidRPr="00685FAA">
        <w:rPr>
          <w:rFonts w:ascii="RB Rational Neue Light" w:hAnsi="RB Rational Neue Light" w:cs="Open Sans"/>
          <w:i/>
          <w:iCs/>
          <w:color w:val="000000" w:themeColor="text1"/>
          <w:sz w:val="18"/>
          <w:szCs w:val="18"/>
        </w:rPr>
        <w:t xml:space="preserve">Bells </w:t>
      </w:r>
      <w:proofErr w:type="spellStart"/>
      <w:r w:rsidRPr="00685FAA">
        <w:rPr>
          <w:rFonts w:ascii="RB Rational Neue Light" w:hAnsi="RB Rational Neue Light" w:cs="Open Sans"/>
          <w:i/>
          <w:iCs/>
          <w:color w:val="000000" w:themeColor="text1"/>
          <w:sz w:val="18"/>
          <w:szCs w:val="18"/>
        </w:rPr>
        <w:t>of</w:t>
      </w:r>
      <w:proofErr w:type="spellEnd"/>
      <w:r w:rsidRPr="00685FAA">
        <w:rPr>
          <w:rFonts w:ascii="RB Rational Neue Light" w:hAnsi="RB Rational Neue Light" w:cs="Open Sans"/>
          <w:i/>
          <w:iCs/>
          <w:color w:val="000000" w:themeColor="text1"/>
          <w:sz w:val="18"/>
          <w:szCs w:val="18"/>
        </w:rPr>
        <w:t xml:space="preserve"> Notre Dame Medley</w:t>
      </w:r>
      <w:r w:rsidRPr="00685FAA">
        <w:rPr>
          <w:rFonts w:ascii="RB Rational Neue Light" w:hAnsi="RB Rational Neue Light" w:cs="Open Sans"/>
          <w:color w:val="000000" w:themeColor="text1"/>
          <w:sz w:val="18"/>
          <w:szCs w:val="18"/>
        </w:rPr>
        <w:t xml:space="preserve"> (mittlerweile über 2,5 Millionen Mal auf YouTube angesehen) die Aufmerksamkeit der globalen A-cappella-Community auf sich zogen. In den letzten Jahren tourten die Ringmasters ausgiebig durch Deutschland und traten weiterhin auf Bühnen rund um den Globus auf.</w:t>
      </w:r>
      <w:r w:rsidRPr="00685FAA">
        <w:rPr>
          <w:rFonts w:ascii="RB Rational Neue Light" w:hAnsi="RB Rational Neue Light" w:cs="Open Sans"/>
          <w:color w:val="000000" w:themeColor="text1"/>
          <w:sz w:val="18"/>
          <w:szCs w:val="18"/>
        </w:rPr>
        <w:br/>
      </w:r>
      <w:r w:rsidRPr="00685FAA">
        <w:rPr>
          <w:rFonts w:ascii="RB Rational Neue Light" w:hAnsi="RB Rational Neue Light" w:cs="Open Sans"/>
          <w:color w:val="000000" w:themeColor="text1"/>
          <w:sz w:val="18"/>
          <w:szCs w:val="18"/>
        </w:rPr>
        <w:br/>
        <w:t xml:space="preserve">Im Jahr 2026 feiern die Ringmasters ihr 20-jähriges Jubiläum mit </w:t>
      </w:r>
      <w:r w:rsidR="00C54CD3">
        <w:rPr>
          <w:rFonts w:ascii="RB Rational Neue Light" w:hAnsi="RB Rational Neue Light" w:cs="Open Sans"/>
          <w:color w:val="000000" w:themeColor="text1"/>
          <w:sz w:val="18"/>
          <w:szCs w:val="18"/>
        </w:rPr>
        <w:t>Konzerten</w:t>
      </w:r>
      <w:r w:rsidRPr="00685FAA">
        <w:rPr>
          <w:rFonts w:ascii="RB Rational Neue Light" w:hAnsi="RB Rational Neue Light" w:cs="Open Sans"/>
          <w:color w:val="000000" w:themeColor="text1"/>
          <w:sz w:val="18"/>
          <w:szCs w:val="18"/>
        </w:rPr>
        <w:t xml:space="preserve"> in Spanien, Deutschland, Luxemburg, Italien, Großbritannien und natürlich in Schweden.</w:t>
      </w:r>
      <w:r w:rsidRPr="00685FAA">
        <w:rPr>
          <w:rFonts w:ascii="RB Rational Neue Light" w:hAnsi="RB Rational Neue Light" w:cs="Open Sans"/>
          <w:color w:val="000000" w:themeColor="text1"/>
          <w:sz w:val="18"/>
          <w:szCs w:val="18"/>
        </w:rPr>
        <w:br/>
      </w:r>
      <w:r w:rsidRPr="00685FAA">
        <w:rPr>
          <w:rFonts w:ascii="RB Rational Neue Light" w:hAnsi="RB Rational Neue Light" w:cs="Open Sans"/>
          <w:color w:val="000000" w:themeColor="text1"/>
          <w:sz w:val="18"/>
          <w:szCs w:val="18"/>
        </w:rPr>
        <w:br/>
        <w:t>Die Zusammenarbeit</w:t>
      </w:r>
      <w:r w:rsidR="00C54CD3">
        <w:rPr>
          <w:rFonts w:ascii="RB Rational Neue Light" w:hAnsi="RB Rational Neue Light" w:cs="Open Sans"/>
          <w:color w:val="000000" w:themeColor="text1"/>
          <w:sz w:val="18"/>
          <w:szCs w:val="18"/>
        </w:rPr>
        <w:t xml:space="preserve"> mit anderen </w:t>
      </w:r>
      <w:proofErr w:type="spellStart"/>
      <w:proofErr w:type="gramStart"/>
      <w:r w:rsidR="00C54CD3">
        <w:rPr>
          <w:rFonts w:ascii="RB Rational Neue Light" w:hAnsi="RB Rational Neue Light" w:cs="Open Sans"/>
          <w:color w:val="000000" w:themeColor="text1"/>
          <w:sz w:val="18"/>
          <w:szCs w:val="18"/>
        </w:rPr>
        <w:t>Musiker:innen</w:t>
      </w:r>
      <w:proofErr w:type="spellEnd"/>
      <w:proofErr w:type="gramEnd"/>
      <w:r w:rsidRPr="00685FAA">
        <w:rPr>
          <w:rFonts w:ascii="RB Rational Neue Light" w:hAnsi="RB Rational Neue Light" w:cs="Open Sans"/>
          <w:color w:val="000000" w:themeColor="text1"/>
          <w:sz w:val="18"/>
          <w:szCs w:val="18"/>
        </w:rPr>
        <w:t xml:space="preserve"> steht im Mittelpunkt ihrer </w:t>
      </w:r>
      <w:r w:rsidR="00C54CD3">
        <w:rPr>
          <w:rFonts w:ascii="RB Rational Neue Light" w:hAnsi="RB Rational Neue Light" w:cs="Open Sans"/>
          <w:color w:val="000000" w:themeColor="text1"/>
          <w:sz w:val="18"/>
          <w:szCs w:val="18"/>
        </w:rPr>
        <w:t>künstlerischen Arbeit –</w:t>
      </w:r>
      <w:r w:rsidRPr="00685FAA">
        <w:rPr>
          <w:rFonts w:ascii="RB Rational Neue Light" w:hAnsi="RB Rational Neue Light" w:cs="Open Sans"/>
          <w:color w:val="000000" w:themeColor="text1"/>
          <w:sz w:val="18"/>
          <w:szCs w:val="18"/>
        </w:rPr>
        <w:t xml:space="preserve"> sei es mit Orchester oder einem anderen Vokalensemble. </w:t>
      </w:r>
      <w:r w:rsidR="00C54CD3">
        <w:rPr>
          <w:rFonts w:ascii="RB Rational Neue Light" w:hAnsi="RB Rational Neue Light" w:cs="Open Sans"/>
          <w:color w:val="000000" w:themeColor="text1"/>
          <w:sz w:val="18"/>
          <w:szCs w:val="18"/>
        </w:rPr>
        <w:t>2</w:t>
      </w:r>
      <w:r w:rsidR="00C54CD3" w:rsidRPr="00500252">
        <w:rPr>
          <w:rFonts w:ascii="RB Rational Neue Light" w:hAnsi="RB Rational Neue Light" w:cs="Open Sans"/>
          <w:color w:val="000000" w:themeColor="text1"/>
          <w:sz w:val="18"/>
          <w:szCs w:val="18"/>
        </w:rPr>
        <w:t xml:space="preserve">026 treten sie mit The </w:t>
      </w:r>
      <w:proofErr w:type="spellStart"/>
      <w:r w:rsidR="00C54CD3" w:rsidRPr="00500252">
        <w:rPr>
          <w:rFonts w:ascii="RB Rational Neue Light" w:hAnsi="RB Rational Neue Light" w:cs="Open Sans"/>
          <w:color w:val="000000" w:themeColor="text1"/>
          <w:sz w:val="18"/>
          <w:szCs w:val="18"/>
        </w:rPr>
        <w:t>King’s</w:t>
      </w:r>
      <w:proofErr w:type="spellEnd"/>
      <w:r w:rsidR="00C54CD3" w:rsidRPr="00500252">
        <w:rPr>
          <w:rFonts w:ascii="RB Rational Neue Light" w:hAnsi="RB Rational Neue Light" w:cs="Open Sans"/>
          <w:color w:val="000000" w:themeColor="text1"/>
          <w:sz w:val="18"/>
          <w:szCs w:val="18"/>
        </w:rPr>
        <w:t xml:space="preserve"> Singers in der Wigmore Hall in London sowie mit VOCES8 im Vereinigten Königreich und in Deutschland auf. Mit VOCES8 veröffentlichen sie zudem ein Album mit Musik von der Renaissance bis </w:t>
      </w:r>
      <w:r w:rsidR="00C54CD3">
        <w:rPr>
          <w:rFonts w:ascii="RB Rational Neue Light" w:hAnsi="RB Rational Neue Light" w:cs="Open Sans"/>
          <w:color w:val="000000" w:themeColor="text1"/>
          <w:sz w:val="18"/>
          <w:szCs w:val="18"/>
        </w:rPr>
        <w:t>zur</w:t>
      </w:r>
      <w:r w:rsidR="00C54CD3" w:rsidRPr="00500252">
        <w:rPr>
          <w:rFonts w:ascii="RB Rational Neue Light" w:hAnsi="RB Rational Neue Light" w:cs="Open Sans"/>
          <w:color w:val="000000" w:themeColor="text1"/>
          <w:sz w:val="18"/>
          <w:szCs w:val="18"/>
        </w:rPr>
        <w:t xml:space="preserve"> Gegenwart.</w:t>
      </w:r>
    </w:p>
    <w:p w:rsidR="00184E00" w:rsidRPr="00E823B0" w:rsidRDefault="00184E00" w:rsidP="00184E00">
      <w:pPr>
        <w:tabs>
          <w:tab w:val="left" w:pos="3969"/>
          <w:tab w:val="left" w:pos="4536"/>
        </w:tabs>
        <w:spacing w:line="276" w:lineRule="auto"/>
        <w:rPr>
          <w:rFonts w:ascii="RB Vitruv Display" w:hAnsi="RB Vitruv Display" w:cs="Open Sans"/>
          <w:color w:val="000000" w:themeColor="text1"/>
          <w:sz w:val="28"/>
          <w:szCs w:val="28"/>
        </w:rPr>
      </w:pPr>
    </w:p>
    <w:p w:rsidR="00BC41BC" w:rsidRPr="00E823B0" w:rsidRDefault="00BC41BC">
      <w:pPr>
        <w:spacing w:after="160" w:line="278" w:lineRule="auto"/>
        <w:rPr>
          <w:rFonts w:ascii="RB Rational Neue SemiBold" w:hAnsi="RB Rational Neue SemiBold" w:cs="Open Sans"/>
          <w:b/>
          <w:bCs/>
          <w:color w:val="000000" w:themeColor="text1"/>
          <w:sz w:val="24"/>
          <w:szCs w:val="24"/>
        </w:rPr>
      </w:pPr>
      <w:r w:rsidRPr="00E823B0">
        <w:rPr>
          <w:rFonts w:ascii="RB Rational Neue SemiBold" w:hAnsi="RB Rational Neue SemiBold" w:cs="Open Sans"/>
          <w:b/>
          <w:bCs/>
          <w:color w:val="000000" w:themeColor="text1"/>
          <w:sz w:val="24"/>
          <w:szCs w:val="24"/>
        </w:rPr>
        <w:br w:type="page"/>
      </w:r>
    </w:p>
    <w:p w:rsidR="00184E00" w:rsidRPr="00E823B0" w:rsidRDefault="00184E00" w:rsidP="00184E00">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E823B0">
        <w:rPr>
          <w:rFonts w:ascii="RB Rational Neue SemiBold" w:hAnsi="RB Rational Neue SemiBold" w:cs="Open Sans"/>
          <w:b/>
          <w:bCs/>
          <w:color w:val="000000" w:themeColor="text1"/>
          <w:sz w:val="24"/>
          <w:szCs w:val="24"/>
        </w:rPr>
        <w:lastRenderedPageBreak/>
        <w:t>Kurzversion</w:t>
      </w:r>
    </w:p>
    <w:p w:rsidR="00500252" w:rsidRDefault="00500252" w:rsidP="00500252">
      <w:pPr>
        <w:tabs>
          <w:tab w:val="left" w:pos="3969"/>
          <w:tab w:val="left" w:pos="4536"/>
        </w:tabs>
        <w:spacing w:line="276" w:lineRule="auto"/>
        <w:rPr>
          <w:rFonts w:ascii="RB Rational Neue Light" w:hAnsi="RB Rational Neue Light" w:cs="Open Sans"/>
          <w:color w:val="000000" w:themeColor="text1"/>
          <w:sz w:val="18"/>
          <w:szCs w:val="18"/>
        </w:rPr>
      </w:pPr>
      <w:r w:rsidRPr="00E823B0">
        <w:rPr>
          <w:rFonts w:ascii="RB Rational Neue Light" w:hAnsi="RB Rational Neue Light" w:cs="Open Sans"/>
          <w:color w:val="000000" w:themeColor="text1"/>
          <w:sz w:val="18"/>
          <w:szCs w:val="18"/>
        </w:rPr>
        <w:t>D</w:t>
      </w:r>
      <w:r w:rsidRPr="00685FAA">
        <w:rPr>
          <w:rFonts w:ascii="RB Rational Neue Light" w:hAnsi="RB Rational Neue Light" w:cs="Open Sans"/>
          <w:color w:val="000000" w:themeColor="text1"/>
          <w:sz w:val="18"/>
          <w:szCs w:val="18"/>
        </w:rPr>
        <w:t>ie Ringmasters, die 2012 zum Barbershop-Weltmeister gekürt wurden, verbinden atemberaubende A-cappella-Virtuosität mit der mitreißenden Energie der Popmusik.</w:t>
      </w:r>
      <w:r w:rsidRPr="00500252">
        <w:rPr>
          <w:rFonts w:ascii="RB Rational Neue Light" w:hAnsi="RB Rational Neue Light" w:cs="Open Sans"/>
          <w:color w:val="000000" w:themeColor="text1"/>
          <w:sz w:val="18"/>
          <w:szCs w:val="18"/>
        </w:rPr>
        <w:t xml:space="preserve"> </w:t>
      </w:r>
      <w:r>
        <w:rPr>
          <w:rFonts w:ascii="RB Rational Neue Light" w:hAnsi="RB Rational Neue Light" w:cs="Open Sans"/>
          <w:color w:val="000000" w:themeColor="text1"/>
          <w:sz w:val="18"/>
          <w:szCs w:val="18"/>
        </w:rPr>
        <w:t>In ihre</w:t>
      </w:r>
      <w:r w:rsidRPr="00500252">
        <w:rPr>
          <w:rFonts w:ascii="RB Rational Neue Light" w:hAnsi="RB Rational Neue Light" w:cs="Open Sans"/>
          <w:color w:val="000000" w:themeColor="text1"/>
          <w:sz w:val="18"/>
          <w:szCs w:val="18"/>
        </w:rPr>
        <w:t xml:space="preserve"> vier Alben und in zahlreichen Videos </w:t>
      </w:r>
      <w:r>
        <w:rPr>
          <w:rFonts w:ascii="RB Rational Neue Light" w:hAnsi="RB Rational Neue Light" w:cs="Open Sans"/>
          <w:color w:val="000000" w:themeColor="text1"/>
          <w:sz w:val="18"/>
          <w:szCs w:val="18"/>
        </w:rPr>
        <w:t>präsentiert</w:t>
      </w:r>
      <w:r w:rsidRPr="00500252">
        <w:rPr>
          <w:rFonts w:ascii="RB Rational Neue Light" w:hAnsi="RB Rational Neue Light" w:cs="Open Sans"/>
          <w:color w:val="000000" w:themeColor="text1"/>
          <w:sz w:val="18"/>
          <w:szCs w:val="18"/>
        </w:rPr>
        <w:t xml:space="preserve"> das Quartett sowohl die stilistische Bandbreite seines Repertoires als auch seine außergewöhnliche </w:t>
      </w:r>
      <w:r>
        <w:rPr>
          <w:rFonts w:ascii="RB Rational Neue Light" w:hAnsi="RB Rational Neue Light" w:cs="Open Sans"/>
          <w:color w:val="000000" w:themeColor="text1"/>
          <w:sz w:val="18"/>
          <w:szCs w:val="18"/>
        </w:rPr>
        <w:t>Stimmgewalt</w:t>
      </w:r>
      <w:r w:rsidRPr="00500252">
        <w:rPr>
          <w:rFonts w:ascii="RB Rational Neue Light" w:hAnsi="RB Rational Neue Light" w:cs="Open Sans"/>
          <w:color w:val="000000" w:themeColor="text1"/>
          <w:sz w:val="18"/>
          <w:szCs w:val="18"/>
        </w:rPr>
        <w:t>.</w:t>
      </w:r>
      <w:r>
        <w:rPr>
          <w:rFonts w:ascii="RB Rational Neue Light" w:hAnsi="RB Rational Neue Light" w:cs="Open Sans"/>
          <w:color w:val="000000" w:themeColor="text1"/>
          <w:sz w:val="18"/>
          <w:szCs w:val="18"/>
        </w:rPr>
        <w:t xml:space="preserve"> </w:t>
      </w:r>
    </w:p>
    <w:p w:rsidR="00500252" w:rsidRDefault="00500252" w:rsidP="00500252">
      <w:pPr>
        <w:tabs>
          <w:tab w:val="left" w:pos="3969"/>
          <w:tab w:val="left" w:pos="4536"/>
        </w:tabs>
        <w:spacing w:line="276" w:lineRule="auto"/>
        <w:rPr>
          <w:rFonts w:ascii="RB Rational Neue Light" w:hAnsi="RB Rational Neue Light" w:cs="Open Sans"/>
          <w:color w:val="000000" w:themeColor="text1"/>
          <w:sz w:val="18"/>
          <w:szCs w:val="18"/>
        </w:rPr>
      </w:pPr>
    </w:p>
    <w:p w:rsidR="00500252" w:rsidRPr="00500252" w:rsidRDefault="00500252" w:rsidP="00500252">
      <w:pPr>
        <w:tabs>
          <w:tab w:val="left" w:pos="3969"/>
          <w:tab w:val="left" w:pos="4536"/>
        </w:tabs>
        <w:spacing w:line="276" w:lineRule="auto"/>
        <w:rPr>
          <w:rFonts w:ascii="RB Rational Neue Light" w:hAnsi="RB Rational Neue Light" w:cs="Open Sans"/>
          <w:color w:val="000000" w:themeColor="text1"/>
          <w:sz w:val="18"/>
          <w:szCs w:val="18"/>
        </w:rPr>
      </w:pPr>
      <w:r w:rsidRPr="00500252">
        <w:rPr>
          <w:rFonts w:ascii="RB Rational Neue Light" w:hAnsi="RB Rational Neue Light" w:cs="Open Sans"/>
          <w:color w:val="000000" w:themeColor="text1"/>
          <w:sz w:val="18"/>
          <w:szCs w:val="18"/>
        </w:rPr>
        <w:t xml:space="preserve">Ihr Sieg bei den Weltmeisterschaften der Barbershop </w:t>
      </w:r>
      <w:proofErr w:type="spellStart"/>
      <w:r w:rsidRPr="00500252">
        <w:rPr>
          <w:rFonts w:ascii="RB Rational Neue Light" w:hAnsi="RB Rational Neue Light" w:cs="Open Sans"/>
          <w:color w:val="000000" w:themeColor="text1"/>
          <w:sz w:val="18"/>
          <w:szCs w:val="18"/>
        </w:rPr>
        <w:t>Harmony</w:t>
      </w:r>
      <w:proofErr w:type="spellEnd"/>
      <w:r w:rsidRPr="00500252">
        <w:rPr>
          <w:rFonts w:ascii="RB Rational Neue Light" w:hAnsi="RB Rational Neue Light" w:cs="Open Sans"/>
          <w:color w:val="000000" w:themeColor="text1"/>
          <w:sz w:val="18"/>
          <w:szCs w:val="18"/>
        </w:rPr>
        <w:t xml:space="preserve"> Society</w:t>
      </w:r>
      <w:r w:rsidR="008B27FD">
        <w:rPr>
          <w:rFonts w:ascii="RB Rational Neue Light" w:hAnsi="RB Rational Neue Light" w:cs="Open Sans"/>
          <w:color w:val="000000" w:themeColor="text1"/>
          <w:sz w:val="18"/>
          <w:szCs w:val="18"/>
        </w:rPr>
        <w:t xml:space="preserve"> 2012</w:t>
      </w:r>
      <w:r w:rsidRPr="00500252">
        <w:rPr>
          <w:rFonts w:ascii="RB Rational Neue Light" w:hAnsi="RB Rational Neue Light" w:cs="Open Sans"/>
          <w:color w:val="000000" w:themeColor="text1"/>
          <w:sz w:val="18"/>
          <w:szCs w:val="18"/>
        </w:rPr>
        <w:t xml:space="preserve">, bei denen sie als erstes nicht-amerikanisches Quartett in die Geschichte eingingen, führte zu großen USA-Tourneen. Herausragende Darbietungen </w:t>
      </w:r>
      <w:r w:rsidR="00A5450A">
        <w:rPr>
          <w:rFonts w:ascii="RB Rational Neue Light" w:hAnsi="RB Rational Neue Light" w:cs="Open Sans"/>
          <w:color w:val="000000" w:themeColor="text1"/>
          <w:sz w:val="18"/>
          <w:szCs w:val="18"/>
        </w:rPr>
        <w:t>ihrer</w:t>
      </w:r>
      <w:r w:rsidRPr="00500252">
        <w:rPr>
          <w:rFonts w:ascii="RB Rational Neue Light" w:hAnsi="RB Rational Neue Light" w:cs="Open Sans"/>
          <w:color w:val="000000" w:themeColor="text1"/>
          <w:sz w:val="18"/>
          <w:szCs w:val="18"/>
        </w:rPr>
        <w:t xml:space="preserve"> </w:t>
      </w:r>
      <w:r w:rsidRPr="00A5450A">
        <w:rPr>
          <w:rFonts w:ascii="RB Rational Neue Light" w:hAnsi="RB Rational Neue Light" w:cs="Open Sans"/>
          <w:color w:val="000000" w:themeColor="text1"/>
          <w:sz w:val="18"/>
          <w:szCs w:val="18"/>
        </w:rPr>
        <w:t>Paradestücke</w:t>
      </w:r>
      <w:r w:rsidRPr="00500252">
        <w:rPr>
          <w:rFonts w:ascii="RB Rational Neue Light" w:hAnsi="RB Rational Neue Light" w:cs="Open Sans"/>
          <w:color w:val="FF0000"/>
          <w:sz w:val="18"/>
          <w:szCs w:val="18"/>
        </w:rPr>
        <w:t xml:space="preserve"> </w:t>
      </w:r>
      <w:r w:rsidRPr="00500252">
        <w:rPr>
          <w:rFonts w:ascii="RB Rational Neue Light" w:hAnsi="RB Rational Neue Light" w:cs="Open Sans"/>
          <w:color w:val="000000" w:themeColor="text1"/>
          <w:sz w:val="18"/>
          <w:szCs w:val="18"/>
        </w:rPr>
        <w:t xml:space="preserve">wie dem </w:t>
      </w:r>
      <w:r w:rsidRPr="00500252">
        <w:rPr>
          <w:rFonts w:ascii="RB Rational Neue Light" w:hAnsi="RB Rational Neue Light" w:cs="Open Sans"/>
          <w:i/>
          <w:iCs/>
          <w:color w:val="000000" w:themeColor="text1"/>
          <w:sz w:val="18"/>
          <w:szCs w:val="18"/>
        </w:rPr>
        <w:t xml:space="preserve">Bells </w:t>
      </w:r>
      <w:proofErr w:type="spellStart"/>
      <w:r w:rsidRPr="00500252">
        <w:rPr>
          <w:rFonts w:ascii="RB Rational Neue Light" w:hAnsi="RB Rational Neue Light" w:cs="Open Sans"/>
          <w:i/>
          <w:iCs/>
          <w:color w:val="000000" w:themeColor="text1"/>
          <w:sz w:val="18"/>
          <w:szCs w:val="18"/>
        </w:rPr>
        <w:t>of</w:t>
      </w:r>
      <w:proofErr w:type="spellEnd"/>
      <w:r w:rsidRPr="00500252">
        <w:rPr>
          <w:rFonts w:ascii="RB Rational Neue Light" w:hAnsi="RB Rational Neue Light" w:cs="Open Sans"/>
          <w:i/>
          <w:iCs/>
          <w:color w:val="000000" w:themeColor="text1"/>
          <w:sz w:val="18"/>
          <w:szCs w:val="18"/>
        </w:rPr>
        <w:t xml:space="preserve"> Notre Dame Medley</w:t>
      </w:r>
      <w:r w:rsidRPr="00500252">
        <w:rPr>
          <w:rFonts w:ascii="RB Rational Neue Light" w:hAnsi="RB Rational Neue Light" w:cs="Open Sans"/>
          <w:color w:val="000000" w:themeColor="text1"/>
          <w:sz w:val="18"/>
          <w:szCs w:val="18"/>
        </w:rPr>
        <w:t xml:space="preserve"> (inzwischen über 2,5 Millionen Aufrufe auf YouTube) erregten die Aufmerksamkeit der weltweiten A-cappella-Community. In den vergangenen Jahren tourten die Ringmasters ausgiebig durch Deutschland und </w:t>
      </w:r>
      <w:r w:rsidR="008B27FD">
        <w:rPr>
          <w:rFonts w:ascii="RB Rational Neue Light" w:hAnsi="RB Rational Neue Light" w:cs="Open Sans"/>
          <w:color w:val="000000" w:themeColor="text1"/>
          <w:sz w:val="18"/>
          <w:szCs w:val="18"/>
        </w:rPr>
        <w:t xml:space="preserve">sind </w:t>
      </w:r>
      <w:r w:rsidRPr="00500252">
        <w:rPr>
          <w:rFonts w:ascii="RB Rational Neue Light" w:hAnsi="RB Rational Neue Light" w:cs="Open Sans"/>
          <w:color w:val="000000" w:themeColor="text1"/>
          <w:sz w:val="18"/>
          <w:szCs w:val="18"/>
        </w:rPr>
        <w:t xml:space="preserve">weiterhin auf </w:t>
      </w:r>
      <w:r w:rsidR="001113C5">
        <w:rPr>
          <w:rFonts w:ascii="RB Rational Neue Light" w:hAnsi="RB Rational Neue Light" w:cs="Open Sans"/>
          <w:color w:val="000000" w:themeColor="text1"/>
          <w:sz w:val="18"/>
          <w:szCs w:val="18"/>
        </w:rPr>
        <w:t xml:space="preserve">den </w:t>
      </w:r>
      <w:r w:rsidR="00A5450A">
        <w:rPr>
          <w:rFonts w:ascii="RB Rational Neue Light" w:hAnsi="RB Rational Neue Light" w:cs="Open Sans"/>
          <w:color w:val="000000" w:themeColor="text1"/>
          <w:sz w:val="18"/>
          <w:szCs w:val="18"/>
        </w:rPr>
        <w:t>Bühnen der Welt</w:t>
      </w:r>
      <w:r w:rsidR="008B27FD">
        <w:rPr>
          <w:rFonts w:ascii="RB Rational Neue Light" w:hAnsi="RB Rational Neue Light" w:cs="Open Sans"/>
          <w:color w:val="000000" w:themeColor="text1"/>
          <w:sz w:val="18"/>
          <w:szCs w:val="18"/>
        </w:rPr>
        <w:t xml:space="preserve"> zu Gast</w:t>
      </w:r>
      <w:r w:rsidR="00A5450A">
        <w:rPr>
          <w:rFonts w:ascii="RB Rational Neue Light" w:hAnsi="RB Rational Neue Light" w:cs="Open Sans"/>
          <w:color w:val="000000" w:themeColor="text1"/>
          <w:sz w:val="18"/>
          <w:szCs w:val="18"/>
        </w:rPr>
        <w:t>.</w:t>
      </w:r>
    </w:p>
    <w:p w:rsidR="00500252" w:rsidRDefault="00500252" w:rsidP="00500252">
      <w:pPr>
        <w:tabs>
          <w:tab w:val="left" w:pos="3969"/>
          <w:tab w:val="left" w:pos="4536"/>
        </w:tabs>
        <w:spacing w:line="276" w:lineRule="auto"/>
        <w:rPr>
          <w:rFonts w:ascii="RB Rational Neue Light" w:hAnsi="RB Rational Neue Light" w:cs="Open Sans"/>
          <w:color w:val="000000" w:themeColor="text1"/>
          <w:sz w:val="18"/>
          <w:szCs w:val="18"/>
        </w:rPr>
      </w:pPr>
    </w:p>
    <w:p w:rsidR="00500252" w:rsidRPr="00500252" w:rsidRDefault="00500252" w:rsidP="00500252">
      <w:pPr>
        <w:tabs>
          <w:tab w:val="left" w:pos="3969"/>
          <w:tab w:val="left" w:pos="4536"/>
        </w:tabs>
        <w:spacing w:line="276" w:lineRule="auto"/>
        <w:rPr>
          <w:rFonts w:ascii="RB Rational Neue Light" w:hAnsi="RB Rational Neue Light" w:cs="Open Sans"/>
          <w:color w:val="000000" w:themeColor="text1"/>
          <w:sz w:val="18"/>
          <w:szCs w:val="18"/>
        </w:rPr>
      </w:pPr>
      <w:r w:rsidRPr="00500252">
        <w:rPr>
          <w:rFonts w:ascii="RB Rational Neue Light" w:hAnsi="RB Rational Neue Light" w:cs="Open Sans"/>
          <w:color w:val="000000" w:themeColor="text1"/>
          <w:sz w:val="18"/>
          <w:szCs w:val="18"/>
        </w:rPr>
        <w:t>Im Jahr 2026 feiern die Ringmasters ihr 20-jähriges Jubiläum mit Auftritten in Spanien, Deutschland, Luxemburg, Italien, dem Vereinigten Königreich und natürlich in Schweden.</w:t>
      </w:r>
    </w:p>
    <w:p w:rsidR="001113C5" w:rsidRDefault="001113C5" w:rsidP="00500252">
      <w:pPr>
        <w:tabs>
          <w:tab w:val="left" w:pos="3969"/>
          <w:tab w:val="left" w:pos="4536"/>
        </w:tabs>
        <w:spacing w:line="276" w:lineRule="auto"/>
        <w:rPr>
          <w:rFonts w:ascii="RB Rational Neue Light" w:hAnsi="RB Rational Neue Light" w:cs="Open Sans"/>
          <w:color w:val="000000" w:themeColor="text1"/>
          <w:sz w:val="18"/>
          <w:szCs w:val="18"/>
        </w:rPr>
      </w:pPr>
    </w:p>
    <w:p w:rsidR="00500252" w:rsidRPr="00500252" w:rsidRDefault="00C54CD3" w:rsidP="00500252">
      <w:pPr>
        <w:tabs>
          <w:tab w:val="left" w:pos="3969"/>
          <w:tab w:val="left" w:pos="4536"/>
        </w:tabs>
        <w:spacing w:line="276" w:lineRule="auto"/>
        <w:rPr>
          <w:rFonts w:ascii="RB Rational Neue Light" w:hAnsi="RB Rational Neue Light" w:cs="Open Sans"/>
          <w:color w:val="000000" w:themeColor="text1"/>
          <w:sz w:val="18"/>
          <w:szCs w:val="18"/>
        </w:rPr>
      </w:pPr>
      <w:r w:rsidRPr="00685FAA">
        <w:rPr>
          <w:rFonts w:ascii="RB Rational Neue Light" w:hAnsi="RB Rational Neue Light" w:cs="Open Sans"/>
          <w:color w:val="000000" w:themeColor="text1"/>
          <w:sz w:val="18"/>
          <w:szCs w:val="18"/>
        </w:rPr>
        <w:t>Die Zusammenarbeit</w:t>
      </w:r>
      <w:r>
        <w:rPr>
          <w:rFonts w:ascii="RB Rational Neue Light" w:hAnsi="RB Rational Neue Light" w:cs="Open Sans"/>
          <w:color w:val="000000" w:themeColor="text1"/>
          <w:sz w:val="18"/>
          <w:szCs w:val="18"/>
        </w:rPr>
        <w:t xml:space="preserve"> mit anderen </w:t>
      </w:r>
      <w:proofErr w:type="spellStart"/>
      <w:proofErr w:type="gramStart"/>
      <w:r>
        <w:rPr>
          <w:rFonts w:ascii="RB Rational Neue Light" w:hAnsi="RB Rational Neue Light" w:cs="Open Sans"/>
          <w:color w:val="000000" w:themeColor="text1"/>
          <w:sz w:val="18"/>
          <w:szCs w:val="18"/>
        </w:rPr>
        <w:t>Musiker:innen</w:t>
      </w:r>
      <w:proofErr w:type="spellEnd"/>
      <w:proofErr w:type="gramEnd"/>
      <w:r w:rsidRPr="00685FAA">
        <w:rPr>
          <w:rFonts w:ascii="RB Rational Neue Light" w:hAnsi="RB Rational Neue Light" w:cs="Open Sans"/>
          <w:color w:val="000000" w:themeColor="text1"/>
          <w:sz w:val="18"/>
          <w:szCs w:val="18"/>
        </w:rPr>
        <w:t xml:space="preserve"> steht im Mittelpunkt ihrer </w:t>
      </w:r>
      <w:r>
        <w:rPr>
          <w:rFonts w:ascii="RB Rational Neue Light" w:hAnsi="RB Rational Neue Light" w:cs="Open Sans"/>
          <w:color w:val="000000" w:themeColor="text1"/>
          <w:sz w:val="18"/>
          <w:szCs w:val="18"/>
        </w:rPr>
        <w:t>künstlerischen Arbeit –</w:t>
      </w:r>
      <w:r w:rsidRPr="00685FAA">
        <w:rPr>
          <w:rFonts w:ascii="RB Rational Neue Light" w:hAnsi="RB Rational Neue Light" w:cs="Open Sans"/>
          <w:color w:val="000000" w:themeColor="text1"/>
          <w:sz w:val="18"/>
          <w:szCs w:val="18"/>
        </w:rPr>
        <w:t xml:space="preserve"> sei es mit Orchester oder einem anderen Vokalensemble. </w:t>
      </w:r>
      <w:r>
        <w:rPr>
          <w:rFonts w:ascii="RB Rational Neue Light" w:hAnsi="RB Rational Neue Light" w:cs="Open Sans"/>
          <w:color w:val="000000" w:themeColor="text1"/>
          <w:sz w:val="18"/>
          <w:szCs w:val="18"/>
        </w:rPr>
        <w:t>2</w:t>
      </w:r>
      <w:r w:rsidR="00500252" w:rsidRPr="00500252">
        <w:rPr>
          <w:rFonts w:ascii="RB Rational Neue Light" w:hAnsi="RB Rational Neue Light" w:cs="Open Sans"/>
          <w:color w:val="000000" w:themeColor="text1"/>
          <w:sz w:val="18"/>
          <w:szCs w:val="18"/>
        </w:rPr>
        <w:t xml:space="preserve">026 treten sie mit The </w:t>
      </w:r>
      <w:proofErr w:type="spellStart"/>
      <w:r w:rsidR="00500252" w:rsidRPr="00500252">
        <w:rPr>
          <w:rFonts w:ascii="RB Rational Neue Light" w:hAnsi="RB Rational Neue Light" w:cs="Open Sans"/>
          <w:color w:val="000000" w:themeColor="text1"/>
          <w:sz w:val="18"/>
          <w:szCs w:val="18"/>
        </w:rPr>
        <w:t>King’s</w:t>
      </w:r>
      <w:proofErr w:type="spellEnd"/>
      <w:r w:rsidR="00500252" w:rsidRPr="00500252">
        <w:rPr>
          <w:rFonts w:ascii="RB Rational Neue Light" w:hAnsi="RB Rational Neue Light" w:cs="Open Sans"/>
          <w:color w:val="000000" w:themeColor="text1"/>
          <w:sz w:val="18"/>
          <w:szCs w:val="18"/>
        </w:rPr>
        <w:t xml:space="preserve"> Singers in der Wigmore Hall in London sowie mit VOCES8 im Vereinigten Königreich und in Deutschland auf. Mit VOCES8 veröffentlichen sie zudem ein Album mit Musik von der Renaissance bis </w:t>
      </w:r>
      <w:r>
        <w:rPr>
          <w:rFonts w:ascii="RB Rational Neue Light" w:hAnsi="RB Rational Neue Light" w:cs="Open Sans"/>
          <w:color w:val="000000" w:themeColor="text1"/>
          <w:sz w:val="18"/>
          <w:szCs w:val="18"/>
        </w:rPr>
        <w:t>zur</w:t>
      </w:r>
      <w:r w:rsidR="00500252" w:rsidRPr="00500252">
        <w:rPr>
          <w:rFonts w:ascii="RB Rational Neue Light" w:hAnsi="RB Rational Neue Light" w:cs="Open Sans"/>
          <w:color w:val="000000" w:themeColor="text1"/>
          <w:sz w:val="18"/>
          <w:szCs w:val="18"/>
        </w:rPr>
        <w:t xml:space="preserve"> Gegenwart.</w:t>
      </w:r>
    </w:p>
    <w:p w:rsidR="00184E00" w:rsidRPr="00E823B0" w:rsidRDefault="00184E00" w:rsidP="00184E00">
      <w:pPr>
        <w:tabs>
          <w:tab w:val="left" w:pos="3969"/>
          <w:tab w:val="left" w:pos="4536"/>
        </w:tabs>
        <w:spacing w:line="276" w:lineRule="auto"/>
        <w:rPr>
          <w:rFonts w:ascii="RB Vitruv Display" w:hAnsi="RB Vitruv Display" w:cs="Open Sans"/>
          <w:color w:val="000000" w:themeColor="text1"/>
          <w:sz w:val="28"/>
          <w:szCs w:val="28"/>
        </w:rPr>
      </w:pPr>
    </w:p>
    <w:p w:rsidR="00184E00" w:rsidRPr="00E823B0" w:rsidRDefault="00184E00" w:rsidP="00184E00">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E823B0">
        <w:rPr>
          <w:rFonts w:ascii="RB Rational Neue SemiBold" w:hAnsi="RB Rational Neue SemiBold" w:cs="Open Sans"/>
          <w:b/>
          <w:bCs/>
          <w:color w:val="000000" w:themeColor="text1"/>
          <w:sz w:val="24"/>
          <w:szCs w:val="24"/>
        </w:rPr>
        <w:t>Besetzung</w:t>
      </w:r>
    </w:p>
    <w:p w:rsidR="00FA1CC4" w:rsidRPr="00E823B0" w:rsidRDefault="00FA1CC4" w:rsidP="00FA1CC4">
      <w:pPr>
        <w:tabs>
          <w:tab w:val="left" w:pos="3969"/>
          <w:tab w:val="left" w:pos="4536"/>
        </w:tabs>
        <w:spacing w:line="276" w:lineRule="auto"/>
        <w:rPr>
          <w:rFonts w:ascii="RB Rational Neue Light" w:hAnsi="RB Rational Neue Light" w:cs="Open Sans"/>
          <w:color w:val="000000" w:themeColor="text1"/>
          <w:sz w:val="18"/>
          <w:szCs w:val="18"/>
        </w:rPr>
      </w:pPr>
      <w:r w:rsidRPr="00E823B0">
        <w:rPr>
          <w:rFonts w:ascii="RB Rational Neue Light" w:hAnsi="RB Rational Neue Light" w:cs="Open Sans"/>
          <w:color w:val="000000" w:themeColor="text1"/>
          <w:sz w:val="18"/>
          <w:szCs w:val="18"/>
        </w:rPr>
        <w:t xml:space="preserve">Rasmus </w:t>
      </w:r>
      <w:proofErr w:type="spellStart"/>
      <w:r w:rsidRPr="00E823B0">
        <w:rPr>
          <w:rFonts w:ascii="RB Rational Neue Light" w:hAnsi="RB Rational Neue Light" w:cs="Open Sans"/>
          <w:color w:val="000000" w:themeColor="text1"/>
          <w:sz w:val="18"/>
          <w:szCs w:val="18"/>
        </w:rPr>
        <w:t>Krigström</w:t>
      </w:r>
      <w:proofErr w:type="spellEnd"/>
      <w:r w:rsidRPr="00E823B0">
        <w:rPr>
          <w:rFonts w:ascii="RB Rational Neue Light" w:hAnsi="RB Rational Neue Light" w:cs="Open Sans"/>
          <w:color w:val="000000" w:themeColor="text1"/>
          <w:sz w:val="18"/>
          <w:szCs w:val="18"/>
        </w:rPr>
        <w:t>, Lead</w:t>
      </w:r>
    </w:p>
    <w:p w:rsidR="00184E00" w:rsidRPr="00E823B0" w:rsidRDefault="00FA1CC4" w:rsidP="00184E00">
      <w:pPr>
        <w:tabs>
          <w:tab w:val="left" w:pos="3969"/>
          <w:tab w:val="left" w:pos="4536"/>
        </w:tabs>
        <w:spacing w:line="276" w:lineRule="auto"/>
        <w:rPr>
          <w:rFonts w:ascii="RB Rational Neue Light" w:hAnsi="RB Rational Neue Light" w:cs="Open Sans"/>
          <w:color w:val="000000" w:themeColor="text1"/>
          <w:sz w:val="18"/>
          <w:szCs w:val="18"/>
        </w:rPr>
      </w:pPr>
      <w:r w:rsidRPr="00E823B0">
        <w:rPr>
          <w:rFonts w:ascii="RB Rational Neue Light" w:hAnsi="RB Rational Neue Light" w:cs="Open Sans"/>
          <w:color w:val="000000" w:themeColor="text1"/>
          <w:sz w:val="18"/>
          <w:szCs w:val="18"/>
        </w:rPr>
        <w:t xml:space="preserve">Jakob </w:t>
      </w:r>
      <w:proofErr w:type="spellStart"/>
      <w:r w:rsidRPr="00E823B0">
        <w:rPr>
          <w:rFonts w:ascii="RB Rational Neue Light" w:hAnsi="RB Rational Neue Light" w:cs="Open Sans"/>
          <w:color w:val="000000" w:themeColor="text1"/>
          <w:sz w:val="18"/>
          <w:szCs w:val="18"/>
        </w:rPr>
        <w:t>Stenberg</w:t>
      </w:r>
      <w:proofErr w:type="spellEnd"/>
      <w:r w:rsidR="00184E00" w:rsidRPr="00E823B0">
        <w:rPr>
          <w:rFonts w:ascii="RB Rational Neue Light" w:hAnsi="RB Rational Neue Light" w:cs="Open Sans"/>
          <w:color w:val="000000" w:themeColor="text1"/>
          <w:sz w:val="18"/>
          <w:szCs w:val="18"/>
        </w:rPr>
        <w:t>, Tenor</w:t>
      </w:r>
    </w:p>
    <w:p w:rsidR="00184E00" w:rsidRPr="00A5450A" w:rsidRDefault="00FA1CC4" w:rsidP="00184E00">
      <w:pPr>
        <w:tabs>
          <w:tab w:val="left" w:pos="3969"/>
          <w:tab w:val="left" w:pos="4536"/>
        </w:tabs>
        <w:spacing w:line="276" w:lineRule="auto"/>
        <w:rPr>
          <w:rFonts w:ascii="RB Rational Neue Light" w:hAnsi="RB Rational Neue Light" w:cs="Open Sans"/>
          <w:color w:val="000000" w:themeColor="text1"/>
          <w:sz w:val="18"/>
          <w:szCs w:val="18"/>
          <w:lang w:val="en-US"/>
        </w:rPr>
      </w:pPr>
      <w:r w:rsidRPr="00A5450A">
        <w:rPr>
          <w:rFonts w:ascii="RB Rational Neue Light" w:hAnsi="RB Rational Neue Light" w:cs="Open Sans"/>
          <w:color w:val="000000" w:themeColor="text1"/>
          <w:sz w:val="18"/>
          <w:szCs w:val="18"/>
          <w:lang w:val="en-US"/>
        </w:rPr>
        <w:t>Victor Nilsson</w:t>
      </w:r>
      <w:r w:rsidR="00184E00" w:rsidRPr="00A5450A">
        <w:rPr>
          <w:rFonts w:ascii="RB Rational Neue Light" w:hAnsi="RB Rational Neue Light" w:cs="Open Sans"/>
          <w:color w:val="000000" w:themeColor="text1"/>
          <w:sz w:val="18"/>
          <w:szCs w:val="18"/>
          <w:lang w:val="en-US"/>
        </w:rPr>
        <w:t xml:space="preserve">, </w:t>
      </w:r>
      <w:proofErr w:type="spellStart"/>
      <w:r w:rsidR="00184E00" w:rsidRPr="00A5450A">
        <w:rPr>
          <w:rFonts w:ascii="RB Rational Neue Light" w:hAnsi="RB Rational Neue Light" w:cs="Open Sans"/>
          <w:color w:val="000000" w:themeColor="text1"/>
          <w:sz w:val="18"/>
          <w:szCs w:val="18"/>
          <w:lang w:val="en-US"/>
        </w:rPr>
        <w:t>Bariton</w:t>
      </w:r>
      <w:proofErr w:type="spellEnd"/>
    </w:p>
    <w:p w:rsidR="00184E00" w:rsidRPr="00A5450A" w:rsidRDefault="00FA1CC4" w:rsidP="00184E00">
      <w:pPr>
        <w:tabs>
          <w:tab w:val="left" w:pos="3969"/>
          <w:tab w:val="left" w:pos="4536"/>
        </w:tabs>
        <w:spacing w:line="276" w:lineRule="auto"/>
        <w:rPr>
          <w:rFonts w:ascii="RB Rational Neue Light" w:hAnsi="RB Rational Neue Light" w:cs="Open Sans"/>
          <w:color w:val="000000" w:themeColor="text1"/>
          <w:sz w:val="18"/>
          <w:szCs w:val="18"/>
          <w:lang w:val="en-US"/>
        </w:rPr>
      </w:pPr>
      <w:r w:rsidRPr="00A5450A">
        <w:rPr>
          <w:rFonts w:ascii="RB Rational Neue Light" w:hAnsi="RB Rational Neue Light" w:cs="Open Sans"/>
          <w:color w:val="000000" w:themeColor="text1"/>
          <w:sz w:val="18"/>
          <w:szCs w:val="18"/>
          <w:lang w:val="en-US"/>
        </w:rPr>
        <w:t>Didier Linder</w:t>
      </w:r>
      <w:r w:rsidR="00184E00" w:rsidRPr="00A5450A">
        <w:rPr>
          <w:rFonts w:ascii="RB Rational Neue Light" w:hAnsi="RB Rational Neue Light" w:cs="Open Sans"/>
          <w:color w:val="000000" w:themeColor="text1"/>
          <w:sz w:val="18"/>
          <w:szCs w:val="18"/>
          <w:lang w:val="en-US"/>
        </w:rPr>
        <w:t>, Bass</w:t>
      </w:r>
    </w:p>
    <w:p w:rsidR="00184E00" w:rsidRPr="00A5450A" w:rsidRDefault="00184E00" w:rsidP="00184E00">
      <w:pPr>
        <w:tabs>
          <w:tab w:val="left" w:pos="3969"/>
          <w:tab w:val="left" w:pos="4536"/>
        </w:tabs>
        <w:spacing w:line="276" w:lineRule="auto"/>
        <w:rPr>
          <w:rFonts w:ascii="RB Vitruv Display" w:hAnsi="RB Vitruv Display" w:cs="Open Sans"/>
          <w:color w:val="000000" w:themeColor="text1"/>
          <w:sz w:val="28"/>
          <w:szCs w:val="28"/>
          <w:lang w:val="en-US"/>
        </w:rPr>
      </w:pPr>
    </w:p>
    <w:p w:rsidR="00A5450A" w:rsidRPr="00E823B0" w:rsidRDefault="00184E00" w:rsidP="000078C2">
      <w:pPr>
        <w:tabs>
          <w:tab w:val="left" w:pos="4962"/>
        </w:tabs>
        <w:spacing w:line="276" w:lineRule="auto"/>
        <w:rPr>
          <w:rFonts w:ascii="RB Rational Neue Light" w:hAnsi="RB Rational Neue Light" w:cs="Open Sans"/>
          <w:color w:val="000000" w:themeColor="text1"/>
          <w:sz w:val="18"/>
          <w:szCs w:val="18"/>
        </w:rPr>
      </w:pPr>
      <w:r w:rsidRPr="00E823B0">
        <w:rPr>
          <w:rFonts w:ascii="RB Rational Neue Light" w:hAnsi="RB Rational Neue Light" w:cs="Open Sans"/>
          <w:color w:val="000000" w:themeColor="text1"/>
          <w:sz w:val="18"/>
          <w:szCs w:val="18"/>
        </w:rPr>
        <w:t xml:space="preserve">© </w:t>
      </w:r>
      <w:proofErr w:type="spellStart"/>
      <w:r w:rsidRPr="00E823B0">
        <w:rPr>
          <w:rFonts w:ascii="RB Rational Neue Light" w:hAnsi="RB Rational Neue Light" w:cs="Open Sans"/>
          <w:color w:val="000000" w:themeColor="text1"/>
          <w:sz w:val="18"/>
          <w:szCs w:val="18"/>
        </w:rPr>
        <w:t>Russ</w:t>
      </w:r>
      <w:proofErr w:type="spellEnd"/>
      <w:r w:rsidRPr="00E823B0">
        <w:rPr>
          <w:rFonts w:ascii="RB Rational Neue Light" w:hAnsi="RB Rational Neue Light" w:cs="Open Sans"/>
          <w:color w:val="000000" w:themeColor="text1"/>
          <w:sz w:val="18"/>
          <w:szCs w:val="18"/>
        </w:rPr>
        <w:t xml:space="preserve"> Artists</w:t>
      </w:r>
    </w:p>
    <w:sectPr w:rsidR="00A5450A" w:rsidRPr="00E823B0" w:rsidSect="000078C2">
      <w:headerReference w:type="default" r:id="rId7"/>
      <w:footerReference w:type="default" r:id="rId8"/>
      <w:pgSz w:w="11906" w:h="16838"/>
      <w:pgMar w:top="2410" w:right="1418" w:bottom="1134" w:left="1418" w:header="720"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70B7" w:rsidRDefault="004370B7" w:rsidP="00A073D8">
      <w:r>
        <w:separator/>
      </w:r>
    </w:p>
  </w:endnote>
  <w:endnote w:type="continuationSeparator" w:id="0">
    <w:p w:rsidR="004370B7" w:rsidRDefault="004370B7" w:rsidP="00A0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RB Rational Neue Light">
    <w:panose1 w:val="000004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78C2" w:rsidRPr="00A84E09" w:rsidRDefault="000078C2" w:rsidP="000078C2">
    <w:pPr>
      <w:pStyle w:val="Fuzeile"/>
      <w:rPr>
        <w:rFonts w:ascii="RB Rational Neue Light" w:hAnsi="RB Rational Neue Light"/>
        <w:sz w:val="14"/>
        <w:szCs w:val="14"/>
      </w:rPr>
    </w:pPr>
    <w:r>
      <w:rPr>
        <w:rFonts w:ascii="RB Rational Neue Light" w:hAnsi="RB Rational Neue Light"/>
        <w:sz w:val="14"/>
        <w:szCs w:val="14"/>
      </w:rPr>
      <w:t xml:space="preserve">Russ Artists </w:t>
    </w:r>
    <w:r w:rsidRPr="00A84E09">
      <w:rPr>
        <w:rFonts w:ascii="RB Rational Neue Light" w:hAnsi="RB Rational Neue Light"/>
        <w:sz w:val="14"/>
        <w:szCs w:val="14"/>
      </w:rPr>
      <w:t>•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2816BE" w:rsidRPr="000078C2" w:rsidRDefault="002816BE" w:rsidP="000078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70B7" w:rsidRDefault="004370B7" w:rsidP="00A073D8">
      <w:r>
        <w:separator/>
      </w:r>
    </w:p>
  </w:footnote>
  <w:footnote w:type="continuationSeparator" w:id="0">
    <w:p w:rsidR="004370B7" w:rsidRDefault="004370B7" w:rsidP="00A07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73D8" w:rsidRDefault="00A073D8" w:rsidP="00BA6B16">
    <w:pPr>
      <w:pStyle w:val="Kopfzeile"/>
      <w:tabs>
        <w:tab w:val="left" w:pos="6237"/>
      </w:tabs>
    </w:pPr>
    <w:r>
      <w:rPr>
        <w:noProof/>
      </w:rPr>
      <w:drawing>
        <wp:anchor distT="0" distB="0" distL="114300" distR="114300" simplePos="0" relativeHeight="251659264" behindDoc="0" locked="0" layoutInCell="1" allowOverlap="1" wp14:anchorId="49616401" wp14:editId="32624B03">
          <wp:simplePos x="0" y="0"/>
          <wp:positionH relativeFrom="column">
            <wp:posOffset>3448106</wp:posOffset>
          </wp:positionH>
          <wp:positionV relativeFrom="paragraph">
            <wp:posOffset>-307975</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C48A8"/>
    <w:multiLevelType w:val="multilevel"/>
    <w:tmpl w:val="0DC0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3514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372"/>
    <w:rsid w:val="000078C2"/>
    <w:rsid w:val="001113C5"/>
    <w:rsid w:val="00184E00"/>
    <w:rsid w:val="002816BE"/>
    <w:rsid w:val="003577B3"/>
    <w:rsid w:val="00357893"/>
    <w:rsid w:val="003E6103"/>
    <w:rsid w:val="004370B7"/>
    <w:rsid w:val="004D0675"/>
    <w:rsid w:val="004E292C"/>
    <w:rsid w:val="00500252"/>
    <w:rsid w:val="005121FB"/>
    <w:rsid w:val="005F16BA"/>
    <w:rsid w:val="006126A3"/>
    <w:rsid w:val="00617C60"/>
    <w:rsid w:val="00685FAA"/>
    <w:rsid w:val="007E1AE7"/>
    <w:rsid w:val="008A57BD"/>
    <w:rsid w:val="008B27FD"/>
    <w:rsid w:val="008F22E9"/>
    <w:rsid w:val="0093029A"/>
    <w:rsid w:val="00A073D8"/>
    <w:rsid w:val="00A35CCF"/>
    <w:rsid w:val="00A5450A"/>
    <w:rsid w:val="00AC1683"/>
    <w:rsid w:val="00B05963"/>
    <w:rsid w:val="00BA6B16"/>
    <w:rsid w:val="00BC41BC"/>
    <w:rsid w:val="00C54CD3"/>
    <w:rsid w:val="00E01D32"/>
    <w:rsid w:val="00E823B0"/>
    <w:rsid w:val="00F84372"/>
    <w:rsid w:val="00FA1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05A77"/>
  <w15:chartTrackingRefBased/>
  <w15:docId w15:val="{94F45B12-FB6A-8648-8B6D-735BB821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7C60"/>
    <w:pPr>
      <w:spacing w:after="0" w:line="240" w:lineRule="auto"/>
    </w:pPr>
    <w:rPr>
      <w:rFonts w:ascii="Moderne" w:eastAsia="Times New Roman" w:hAnsi="Moderne" w:cs="Times New Roman"/>
      <w:kern w:val="0"/>
      <w:sz w:val="20"/>
      <w:szCs w:val="20"/>
      <w:lang w:eastAsia="de-DE"/>
      <w14:ligatures w14:val="none"/>
    </w:rPr>
  </w:style>
  <w:style w:type="paragraph" w:styleId="berschrift1">
    <w:name w:val="heading 1"/>
    <w:basedOn w:val="Standard"/>
    <w:next w:val="Standard"/>
    <w:link w:val="berschrift1Zchn"/>
    <w:uiPriority w:val="9"/>
    <w:qFormat/>
    <w:rsid w:val="00617C60"/>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617C60"/>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617C60"/>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617C60"/>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lang w:eastAsia="en-US"/>
      <w14:ligatures w14:val="standardContextual"/>
    </w:rPr>
  </w:style>
  <w:style w:type="paragraph" w:styleId="berschrift5">
    <w:name w:val="heading 5"/>
    <w:basedOn w:val="Standard"/>
    <w:next w:val="Standard"/>
    <w:link w:val="berschrift5Zchn"/>
    <w:uiPriority w:val="9"/>
    <w:semiHidden/>
    <w:unhideWhenUsed/>
    <w:qFormat/>
    <w:rsid w:val="00617C60"/>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lang w:eastAsia="en-US"/>
      <w14:ligatures w14:val="standardContextual"/>
    </w:rPr>
  </w:style>
  <w:style w:type="paragraph" w:styleId="berschrift6">
    <w:name w:val="heading 6"/>
    <w:basedOn w:val="Standard"/>
    <w:next w:val="Standard"/>
    <w:link w:val="berschrift6Zchn"/>
    <w:uiPriority w:val="9"/>
    <w:unhideWhenUsed/>
    <w:qFormat/>
    <w:rsid w:val="00617C60"/>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berschrift7">
    <w:name w:val="heading 7"/>
    <w:basedOn w:val="Standard"/>
    <w:next w:val="Standard"/>
    <w:link w:val="berschrift7Zchn"/>
    <w:uiPriority w:val="9"/>
    <w:semiHidden/>
    <w:unhideWhenUsed/>
    <w:qFormat/>
    <w:rsid w:val="00617C60"/>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berschrift8">
    <w:name w:val="heading 8"/>
    <w:basedOn w:val="Standard"/>
    <w:next w:val="Standard"/>
    <w:link w:val="berschrift8Zchn"/>
    <w:uiPriority w:val="9"/>
    <w:semiHidden/>
    <w:unhideWhenUsed/>
    <w:qFormat/>
    <w:rsid w:val="00617C60"/>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berschrift9">
    <w:name w:val="heading 9"/>
    <w:basedOn w:val="Standard"/>
    <w:next w:val="Standard"/>
    <w:link w:val="berschrift9Zchn"/>
    <w:uiPriority w:val="9"/>
    <w:semiHidden/>
    <w:unhideWhenUsed/>
    <w:qFormat/>
    <w:rsid w:val="00617C60"/>
    <w:pPr>
      <w:keepNext/>
      <w:keepLines/>
      <w:spacing w:line="278"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7C60"/>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617C6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617C60"/>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617C60"/>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617C60"/>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rsid w:val="00617C6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17C6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17C6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17C60"/>
    <w:rPr>
      <w:rFonts w:eastAsiaTheme="majorEastAsia" w:cstheme="majorBidi"/>
      <w:color w:val="272727" w:themeColor="text1" w:themeTint="D8"/>
    </w:rPr>
  </w:style>
  <w:style w:type="paragraph" w:styleId="Titel">
    <w:name w:val="Title"/>
    <w:basedOn w:val="Standard"/>
    <w:next w:val="Standard"/>
    <w:link w:val="TitelZchn"/>
    <w:uiPriority w:val="10"/>
    <w:qFormat/>
    <w:rsid w:val="00617C60"/>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617C6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17C6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617C6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17C60"/>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ZitatZchn">
    <w:name w:val="Zitat Zchn"/>
    <w:basedOn w:val="Absatz-Standardschriftart"/>
    <w:link w:val="Zitat"/>
    <w:uiPriority w:val="29"/>
    <w:rsid w:val="00617C60"/>
    <w:rPr>
      <w:i/>
      <w:iCs/>
      <w:color w:val="404040" w:themeColor="text1" w:themeTint="BF"/>
    </w:rPr>
  </w:style>
  <w:style w:type="paragraph" w:styleId="Listenabsatz">
    <w:name w:val="List Paragraph"/>
    <w:basedOn w:val="Standard"/>
    <w:uiPriority w:val="34"/>
    <w:qFormat/>
    <w:rsid w:val="00617C60"/>
    <w:pPr>
      <w:spacing w:after="160"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IntensiveHervorhebung">
    <w:name w:val="Intense Emphasis"/>
    <w:basedOn w:val="Absatz-Standardschriftart"/>
    <w:uiPriority w:val="21"/>
    <w:qFormat/>
    <w:rsid w:val="00617C60"/>
    <w:rPr>
      <w:i/>
      <w:iCs/>
      <w:color w:val="2F5496" w:themeColor="accent1" w:themeShade="BF"/>
    </w:rPr>
  </w:style>
  <w:style w:type="paragraph" w:styleId="IntensivesZitat">
    <w:name w:val="Intense Quote"/>
    <w:basedOn w:val="Standard"/>
    <w:next w:val="Standard"/>
    <w:link w:val="IntensivesZitatZchn"/>
    <w:uiPriority w:val="30"/>
    <w:qFormat/>
    <w:rsid w:val="00617C60"/>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eastAsia="en-US"/>
      <w14:ligatures w14:val="standardContextual"/>
    </w:rPr>
  </w:style>
  <w:style w:type="character" w:customStyle="1" w:styleId="IntensivesZitatZchn">
    <w:name w:val="Intensives Zitat Zchn"/>
    <w:basedOn w:val="Absatz-Standardschriftart"/>
    <w:link w:val="IntensivesZitat"/>
    <w:uiPriority w:val="30"/>
    <w:rsid w:val="00617C60"/>
    <w:rPr>
      <w:i/>
      <w:iCs/>
      <w:color w:val="2F5496" w:themeColor="accent1" w:themeShade="BF"/>
    </w:rPr>
  </w:style>
  <w:style w:type="character" w:styleId="IntensiverVerweis">
    <w:name w:val="Intense Reference"/>
    <w:basedOn w:val="Absatz-Standardschriftart"/>
    <w:uiPriority w:val="32"/>
    <w:qFormat/>
    <w:rsid w:val="00617C60"/>
    <w:rPr>
      <w:b/>
      <w:bCs/>
      <w:smallCaps/>
      <w:color w:val="2F5496" w:themeColor="accent1" w:themeShade="BF"/>
      <w:spacing w:val="5"/>
    </w:rPr>
  </w:style>
  <w:style w:type="character" w:customStyle="1" w:styleId="lrzxr">
    <w:name w:val="lrzxr"/>
    <w:basedOn w:val="Absatz-Standardschriftart"/>
    <w:rsid w:val="00617C60"/>
  </w:style>
  <w:style w:type="paragraph" w:styleId="Kopfzeile">
    <w:name w:val="header"/>
    <w:basedOn w:val="Standard"/>
    <w:link w:val="KopfzeileZchn"/>
    <w:uiPriority w:val="99"/>
    <w:unhideWhenUsed/>
    <w:rsid w:val="00A073D8"/>
    <w:pPr>
      <w:tabs>
        <w:tab w:val="center" w:pos="4536"/>
        <w:tab w:val="right" w:pos="9072"/>
      </w:tabs>
    </w:pPr>
  </w:style>
  <w:style w:type="character" w:customStyle="1" w:styleId="KopfzeileZchn">
    <w:name w:val="Kopfzeile Zchn"/>
    <w:basedOn w:val="Absatz-Standardschriftart"/>
    <w:link w:val="Kopfzeile"/>
    <w:uiPriority w:val="99"/>
    <w:rsid w:val="00A073D8"/>
    <w:rPr>
      <w:rFonts w:ascii="Moderne" w:eastAsia="Times New Roman" w:hAnsi="Moderne" w:cs="Times New Roman"/>
      <w:kern w:val="0"/>
      <w:sz w:val="20"/>
      <w:szCs w:val="20"/>
      <w:lang w:eastAsia="de-DE"/>
      <w14:ligatures w14:val="none"/>
    </w:rPr>
  </w:style>
  <w:style w:type="paragraph" w:styleId="Fuzeile">
    <w:name w:val="footer"/>
    <w:basedOn w:val="Standard"/>
    <w:link w:val="FuzeileZchn"/>
    <w:unhideWhenUsed/>
    <w:rsid w:val="00A073D8"/>
    <w:pPr>
      <w:tabs>
        <w:tab w:val="center" w:pos="4536"/>
        <w:tab w:val="right" w:pos="9072"/>
      </w:tabs>
    </w:pPr>
  </w:style>
  <w:style w:type="character" w:customStyle="1" w:styleId="FuzeileZchn">
    <w:name w:val="Fußzeile Zchn"/>
    <w:basedOn w:val="Absatz-Standardschriftart"/>
    <w:link w:val="Fuzeile"/>
    <w:uiPriority w:val="99"/>
    <w:rsid w:val="00A073D8"/>
    <w:rPr>
      <w:rFonts w:ascii="Moderne" w:eastAsia="Times New Roman" w:hAnsi="Moderne" w:cs="Times New Roman"/>
      <w:kern w:val="0"/>
      <w:sz w:val="20"/>
      <w:szCs w:val="20"/>
      <w:lang w:eastAsia="de-DE"/>
      <w14:ligatures w14:val="none"/>
    </w:rPr>
  </w:style>
  <w:style w:type="character" w:styleId="Hyperlink">
    <w:name w:val="Hyperlink"/>
    <w:rsid w:val="00BA6B16"/>
    <w:rPr>
      <w:color w:val="0000FF"/>
      <w:u w:val="single"/>
    </w:rPr>
  </w:style>
  <w:style w:type="character" w:styleId="NichtaufgelsteErwhnung">
    <w:name w:val="Unresolved Mention"/>
    <w:basedOn w:val="Absatz-Standardschriftart"/>
    <w:uiPriority w:val="99"/>
    <w:semiHidden/>
    <w:unhideWhenUsed/>
    <w:rsid w:val="00BA6B16"/>
    <w:rPr>
      <w:color w:val="605E5C"/>
      <w:shd w:val="clear" w:color="auto" w:fill="E1DFDD"/>
    </w:rPr>
  </w:style>
  <w:style w:type="paragraph" w:styleId="StandardWeb">
    <w:name w:val="Normal (Web)"/>
    <w:basedOn w:val="Standard"/>
    <w:uiPriority w:val="99"/>
    <w:unhideWhenUsed/>
    <w:rsid w:val="004D0675"/>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A545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64333">
      <w:bodyDiv w:val="1"/>
      <w:marLeft w:val="0"/>
      <w:marRight w:val="0"/>
      <w:marTop w:val="0"/>
      <w:marBottom w:val="0"/>
      <w:divBdr>
        <w:top w:val="none" w:sz="0" w:space="0" w:color="auto"/>
        <w:left w:val="none" w:sz="0" w:space="0" w:color="auto"/>
        <w:bottom w:val="none" w:sz="0" w:space="0" w:color="auto"/>
        <w:right w:val="none" w:sz="0" w:space="0" w:color="auto"/>
      </w:divBdr>
    </w:div>
    <w:div w:id="250969875">
      <w:bodyDiv w:val="1"/>
      <w:marLeft w:val="0"/>
      <w:marRight w:val="0"/>
      <w:marTop w:val="0"/>
      <w:marBottom w:val="0"/>
      <w:divBdr>
        <w:top w:val="none" w:sz="0" w:space="0" w:color="auto"/>
        <w:left w:val="none" w:sz="0" w:space="0" w:color="auto"/>
        <w:bottom w:val="none" w:sz="0" w:space="0" w:color="auto"/>
        <w:right w:val="none" w:sz="0" w:space="0" w:color="auto"/>
      </w:divBdr>
    </w:div>
    <w:div w:id="506477952">
      <w:bodyDiv w:val="1"/>
      <w:marLeft w:val="0"/>
      <w:marRight w:val="0"/>
      <w:marTop w:val="0"/>
      <w:marBottom w:val="0"/>
      <w:divBdr>
        <w:top w:val="none" w:sz="0" w:space="0" w:color="auto"/>
        <w:left w:val="none" w:sz="0" w:space="0" w:color="auto"/>
        <w:bottom w:val="none" w:sz="0" w:space="0" w:color="auto"/>
        <w:right w:val="none" w:sz="0" w:space="0" w:color="auto"/>
      </w:divBdr>
    </w:div>
    <w:div w:id="532882720">
      <w:bodyDiv w:val="1"/>
      <w:marLeft w:val="0"/>
      <w:marRight w:val="0"/>
      <w:marTop w:val="0"/>
      <w:marBottom w:val="0"/>
      <w:divBdr>
        <w:top w:val="none" w:sz="0" w:space="0" w:color="auto"/>
        <w:left w:val="none" w:sz="0" w:space="0" w:color="auto"/>
        <w:bottom w:val="none" w:sz="0" w:space="0" w:color="auto"/>
        <w:right w:val="none" w:sz="0" w:space="0" w:color="auto"/>
      </w:divBdr>
    </w:div>
    <w:div w:id="727076468">
      <w:bodyDiv w:val="1"/>
      <w:marLeft w:val="0"/>
      <w:marRight w:val="0"/>
      <w:marTop w:val="0"/>
      <w:marBottom w:val="0"/>
      <w:divBdr>
        <w:top w:val="none" w:sz="0" w:space="0" w:color="auto"/>
        <w:left w:val="none" w:sz="0" w:space="0" w:color="auto"/>
        <w:bottom w:val="none" w:sz="0" w:space="0" w:color="auto"/>
        <w:right w:val="none" w:sz="0" w:space="0" w:color="auto"/>
      </w:divBdr>
    </w:div>
    <w:div w:id="1196961269">
      <w:bodyDiv w:val="1"/>
      <w:marLeft w:val="0"/>
      <w:marRight w:val="0"/>
      <w:marTop w:val="0"/>
      <w:marBottom w:val="0"/>
      <w:divBdr>
        <w:top w:val="none" w:sz="0" w:space="0" w:color="auto"/>
        <w:left w:val="none" w:sz="0" w:space="0" w:color="auto"/>
        <w:bottom w:val="none" w:sz="0" w:space="0" w:color="auto"/>
        <w:right w:val="none" w:sz="0" w:space="0" w:color="auto"/>
      </w:divBdr>
    </w:div>
    <w:div w:id="1659454466">
      <w:bodyDiv w:val="1"/>
      <w:marLeft w:val="0"/>
      <w:marRight w:val="0"/>
      <w:marTop w:val="0"/>
      <w:marBottom w:val="0"/>
      <w:divBdr>
        <w:top w:val="none" w:sz="0" w:space="0" w:color="auto"/>
        <w:left w:val="none" w:sz="0" w:space="0" w:color="auto"/>
        <w:bottom w:val="none" w:sz="0" w:space="0" w:color="auto"/>
        <w:right w:val="none" w:sz="0" w:space="0" w:color="auto"/>
      </w:divBdr>
    </w:div>
    <w:div w:id="2017689246">
      <w:bodyDiv w:val="1"/>
      <w:marLeft w:val="0"/>
      <w:marRight w:val="0"/>
      <w:marTop w:val="0"/>
      <w:marBottom w:val="0"/>
      <w:divBdr>
        <w:top w:val="none" w:sz="0" w:space="0" w:color="auto"/>
        <w:left w:val="none" w:sz="0" w:space="0" w:color="auto"/>
        <w:bottom w:val="none" w:sz="0" w:space="0" w:color="auto"/>
        <w:right w:val="none" w:sz="0" w:space="0" w:color="auto"/>
      </w:divBdr>
      <w:divsChild>
        <w:div w:id="972907543">
          <w:marLeft w:val="0"/>
          <w:marRight w:val="0"/>
          <w:marTop w:val="0"/>
          <w:marBottom w:val="0"/>
          <w:divBdr>
            <w:top w:val="none" w:sz="0" w:space="0" w:color="auto"/>
            <w:left w:val="none" w:sz="0" w:space="0" w:color="auto"/>
            <w:bottom w:val="none" w:sz="0" w:space="0" w:color="auto"/>
            <w:right w:val="none" w:sz="0" w:space="0" w:color="auto"/>
          </w:divBdr>
          <w:divsChild>
            <w:div w:id="1068385850">
              <w:marLeft w:val="0"/>
              <w:marRight w:val="0"/>
              <w:marTop w:val="0"/>
              <w:marBottom w:val="0"/>
              <w:divBdr>
                <w:top w:val="none" w:sz="0" w:space="0" w:color="auto"/>
                <w:left w:val="none" w:sz="0" w:space="0" w:color="auto"/>
                <w:bottom w:val="none" w:sz="0" w:space="0" w:color="auto"/>
                <w:right w:val="none" w:sz="0" w:space="0" w:color="auto"/>
              </w:divBdr>
              <w:divsChild>
                <w:div w:id="1130632979">
                  <w:marLeft w:val="0"/>
                  <w:marRight w:val="0"/>
                  <w:marTop w:val="0"/>
                  <w:marBottom w:val="0"/>
                  <w:divBdr>
                    <w:top w:val="none" w:sz="0" w:space="0" w:color="auto"/>
                    <w:left w:val="none" w:sz="0" w:space="0" w:color="auto"/>
                    <w:bottom w:val="none" w:sz="0" w:space="0" w:color="auto"/>
                    <w:right w:val="none" w:sz="0" w:space="0" w:color="auto"/>
                  </w:divBdr>
                  <w:divsChild>
                    <w:div w:id="1716586434">
                      <w:marLeft w:val="0"/>
                      <w:marRight w:val="0"/>
                      <w:marTop w:val="0"/>
                      <w:marBottom w:val="0"/>
                      <w:divBdr>
                        <w:top w:val="none" w:sz="0" w:space="0" w:color="auto"/>
                        <w:left w:val="none" w:sz="0" w:space="0" w:color="auto"/>
                        <w:bottom w:val="none" w:sz="0" w:space="0" w:color="auto"/>
                        <w:right w:val="none" w:sz="0" w:space="0" w:color="auto"/>
                      </w:divBdr>
                    </w:div>
                    <w:div w:id="189150961">
                      <w:marLeft w:val="0"/>
                      <w:marRight w:val="0"/>
                      <w:marTop w:val="0"/>
                      <w:marBottom w:val="0"/>
                      <w:divBdr>
                        <w:top w:val="none" w:sz="0" w:space="0" w:color="auto"/>
                        <w:left w:val="none" w:sz="0" w:space="0" w:color="auto"/>
                        <w:bottom w:val="none" w:sz="0" w:space="0" w:color="auto"/>
                        <w:right w:val="none" w:sz="0" w:space="0" w:color="auto"/>
                      </w:divBdr>
                      <w:divsChild>
                        <w:div w:id="1070469762">
                          <w:marLeft w:val="0"/>
                          <w:marRight w:val="0"/>
                          <w:marTop w:val="0"/>
                          <w:marBottom w:val="0"/>
                          <w:divBdr>
                            <w:top w:val="none" w:sz="0" w:space="0" w:color="auto"/>
                            <w:left w:val="none" w:sz="0" w:space="0" w:color="auto"/>
                            <w:bottom w:val="none" w:sz="0" w:space="0" w:color="auto"/>
                            <w:right w:val="none" w:sz="0" w:space="0" w:color="auto"/>
                          </w:divBdr>
                          <w:divsChild>
                            <w:div w:id="4509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323495">
          <w:marLeft w:val="0"/>
          <w:marRight w:val="0"/>
          <w:marTop w:val="0"/>
          <w:marBottom w:val="0"/>
          <w:divBdr>
            <w:top w:val="none" w:sz="0" w:space="0" w:color="auto"/>
            <w:left w:val="none" w:sz="0" w:space="0" w:color="auto"/>
            <w:bottom w:val="none" w:sz="0" w:space="0" w:color="auto"/>
            <w:right w:val="none" w:sz="0" w:space="0" w:color="auto"/>
          </w:divBdr>
          <w:divsChild>
            <w:div w:id="119276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17878">
      <w:bodyDiv w:val="1"/>
      <w:marLeft w:val="0"/>
      <w:marRight w:val="0"/>
      <w:marTop w:val="0"/>
      <w:marBottom w:val="0"/>
      <w:divBdr>
        <w:top w:val="none" w:sz="0" w:space="0" w:color="auto"/>
        <w:left w:val="none" w:sz="0" w:space="0" w:color="auto"/>
        <w:bottom w:val="none" w:sz="0" w:space="0" w:color="auto"/>
        <w:right w:val="none" w:sz="0" w:space="0" w:color="auto"/>
      </w:divBdr>
      <w:divsChild>
        <w:div w:id="1666083242">
          <w:marLeft w:val="0"/>
          <w:marRight w:val="0"/>
          <w:marTop w:val="0"/>
          <w:marBottom w:val="0"/>
          <w:divBdr>
            <w:top w:val="none" w:sz="0" w:space="0" w:color="auto"/>
            <w:left w:val="none" w:sz="0" w:space="0" w:color="auto"/>
            <w:bottom w:val="none" w:sz="0" w:space="0" w:color="auto"/>
            <w:right w:val="none" w:sz="0" w:space="0" w:color="auto"/>
          </w:divBdr>
          <w:divsChild>
            <w:div w:id="738289674">
              <w:marLeft w:val="0"/>
              <w:marRight w:val="0"/>
              <w:marTop w:val="0"/>
              <w:marBottom w:val="0"/>
              <w:divBdr>
                <w:top w:val="none" w:sz="0" w:space="0" w:color="auto"/>
                <w:left w:val="none" w:sz="0" w:space="0" w:color="auto"/>
                <w:bottom w:val="none" w:sz="0" w:space="0" w:color="auto"/>
                <w:right w:val="none" w:sz="0" w:space="0" w:color="auto"/>
              </w:divBdr>
              <w:divsChild>
                <w:div w:id="993487577">
                  <w:marLeft w:val="0"/>
                  <w:marRight w:val="0"/>
                  <w:marTop w:val="0"/>
                  <w:marBottom w:val="0"/>
                  <w:divBdr>
                    <w:top w:val="none" w:sz="0" w:space="0" w:color="auto"/>
                    <w:left w:val="none" w:sz="0" w:space="0" w:color="auto"/>
                    <w:bottom w:val="none" w:sz="0" w:space="0" w:color="auto"/>
                    <w:right w:val="none" w:sz="0" w:space="0" w:color="auto"/>
                  </w:divBdr>
                  <w:divsChild>
                    <w:div w:id="947271208">
                      <w:marLeft w:val="0"/>
                      <w:marRight w:val="0"/>
                      <w:marTop w:val="0"/>
                      <w:marBottom w:val="0"/>
                      <w:divBdr>
                        <w:top w:val="none" w:sz="0" w:space="0" w:color="auto"/>
                        <w:left w:val="none" w:sz="0" w:space="0" w:color="auto"/>
                        <w:bottom w:val="none" w:sz="0" w:space="0" w:color="auto"/>
                        <w:right w:val="none" w:sz="0" w:space="0" w:color="auto"/>
                      </w:divBdr>
                    </w:div>
                    <w:div w:id="1088186070">
                      <w:marLeft w:val="0"/>
                      <w:marRight w:val="0"/>
                      <w:marTop w:val="0"/>
                      <w:marBottom w:val="0"/>
                      <w:divBdr>
                        <w:top w:val="none" w:sz="0" w:space="0" w:color="auto"/>
                        <w:left w:val="none" w:sz="0" w:space="0" w:color="auto"/>
                        <w:bottom w:val="none" w:sz="0" w:space="0" w:color="auto"/>
                        <w:right w:val="none" w:sz="0" w:space="0" w:color="auto"/>
                      </w:divBdr>
                      <w:divsChild>
                        <w:div w:id="1272084443">
                          <w:marLeft w:val="0"/>
                          <w:marRight w:val="0"/>
                          <w:marTop w:val="0"/>
                          <w:marBottom w:val="0"/>
                          <w:divBdr>
                            <w:top w:val="none" w:sz="0" w:space="0" w:color="auto"/>
                            <w:left w:val="none" w:sz="0" w:space="0" w:color="auto"/>
                            <w:bottom w:val="none" w:sz="0" w:space="0" w:color="auto"/>
                            <w:right w:val="none" w:sz="0" w:space="0" w:color="auto"/>
                          </w:divBdr>
                          <w:divsChild>
                            <w:div w:id="11248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24449">
          <w:marLeft w:val="0"/>
          <w:marRight w:val="0"/>
          <w:marTop w:val="0"/>
          <w:marBottom w:val="0"/>
          <w:divBdr>
            <w:top w:val="none" w:sz="0" w:space="0" w:color="auto"/>
            <w:left w:val="none" w:sz="0" w:space="0" w:color="auto"/>
            <w:bottom w:val="none" w:sz="0" w:space="0" w:color="auto"/>
            <w:right w:val="none" w:sz="0" w:space="0" w:color="auto"/>
          </w:divBdr>
          <w:divsChild>
            <w:div w:id="18174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etz_Esslinger/Vorlagen/Russ%20Artists/Russ_Artists_Biografi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Russ_Artists_Biografie.dotx</Template>
  <TotalTime>0</TotalTime>
  <Pages>2</Pages>
  <Words>585</Words>
  <Characters>3690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Weidner</dc:creator>
  <cp:keywords/>
  <dc:description/>
  <cp:lastModifiedBy>Laura Pysall</cp:lastModifiedBy>
  <cp:revision>11</cp:revision>
  <dcterms:created xsi:type="dcterms:W3CDTF">2026-02-16T11:38:00Z</dcterms:created>
  <dcterms:modified xsi:type="dcterms:W3CDTF">2026-02-17T10:00:00Z</dcterms:modified>
</cp:coreProperties>
</file>